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A706D3" w:rsidP="00AC2883">
            <w:pPr>
              <w:pStyle w:val="Lettrine"/>
            </w:pPr>
            <w:r>
              <w:t>F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706D3">
            <w:pPr>
              <w:pStyle w:val="upove"/>
            </w:pPr>
            <w:r w:rsidRPr="00AC2883">
              <w:t xml:space="preserve">Union </w:t>
            </w:r>
            <w:r w:rsidR="00A706D3">
              <w:t>i</w:t>
            </w:r>
            <w:r w:rsidR="00A706D3" w:rsidRPr="00AC2883">
              <w:t>nternational</w:t>
            </w:r>
            <w:r w:rsidR="00A706D3">
              <w:t>e</w:t>
            </w:r>
            <w:r w:rsidR="00A706D3" w:rsidRPr="00AC2883">
              <w:t xml:space="preserve"> </w:t>
            </w:r>
            <w:r w:rsidR="00A706D3">
              <w:t>pour la protection des obtentions végétales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5C7EEA" w:rsidRDefault="00AB5931" w:rsidP="00AC2883">
            <w:pPr>
              <w:pStyle w:val="Sessiontc"/>
              <w:spacing w:line="240" w:lineRule="auto"/>
            </w:pPr>
            <w:r w:rsidRPr="005C7EEA">
              <w:t>Conseil</w:t>
            </w:r>
          </w:p>
          <w:p w:rsidR="00EB4E9C" w:rsidRPr="005C7EEA" w:rsidRDefault="00AB5931" w:rsidP="00235CD2">
            <w:pPr>
              <w:pStyle w:val="Sessiontcplacedate"/>
              <w:rPr>
                <w:sz w:val="22"/>
              </w:rPr>
            </w:pPr>
            <w:r w:rsidRPr="005C7EEA">
              <w:t>Cinquante</w:t>
            </w:r>
            <w:r w:rsidR="005E7EA6" w:rsidRPr="005C7EEA">
              <w:t>-</w:t>
            </w:r>
            <w:r w:rsidR="00235CD2" w:rsidRPr="005C7EEA">
              <w:t>quatr</w:t>
            </w:r>
            <w:r w:rsidR="005E7EA6" w:rsidRPr="005C7EEA">
              <w:t>ième</w:t>
            </w:r>
            <w:r w:rsidRPr="005C7EEA">
              <w:t xml:space="preserve"> </w:t>
            </w:r>
            <w:r w:rsidR="00A706D3" w:rsidRPr="005C7EEA">
              <w:t>s</w:t>
            </w:r>
            <w:r w:rsidR="00EB4E9C" w:rsidRPr="005C7EEA">
              <w:t>ession</w:t>
            </w:r>
            <w:r w:rsidRPr="005C7EEA">
              <w:t xml:space="preserve"> ordinaire</w:t>
            </w:r>
            <w:r w:rsidR="00EB4E9C" w:rsidRPr="005C7EEA">
              <w:br/>
              <w:t>Gen</w:t>
            </w:r>
            <w:r w:rsidR="00A706D3" w:rsidRPr="005C7EEA">
              <w:t>è</w:t>
            </w:r>
            <w:r w:rsidR="00EB4E9C" w:rsidRPr="005C7EEA">
              <w:t>v</w:t>
            </w:r>
            <w:r w:rsidR="00A706D3" w:rsidRPr="005C7EEA">
              <w:t>e</w:t>
            </w:r>
            <w:r w:rsidR="00EB4E9C" w:rsidRPr="005C7EEA">
              <w:t xml:space="preserve">, </w:t>
            </w:r>
            <w:r w:rsidR="00235CD2" w:rsidRPr="005C7EEA">
              <w:t>30 octobre 2020</w:t>
            </w:r>
          </w:p>
        </w:tc>
        <w:tc>
          <w:tcPr>
            <w:tcW w:w="3127" w:type="dxa"/>
          </w:tcPr>
          <w:p w:rsidR="00EB4E9C" w:rsidRPr="005C7EEA" w:rsidRDefault="00235CD2" w:rsidP="003C7FBE">
            <w:pPr>
              <w:pStyle w:val="Doccode"/>
              <w:rPr>
                <w:lang w:val="fr-FR"/>
              </w:rPr>
            </w:pPr>
            <w:r w:rsidRPr="005C7EEA">
              <w:rPr>
                <w:lang w:val="fr-FR"/>
              </w:rPr>
              <w:t>C/54</w:t>
            </w:r>
            <w:r w:rsidR="00EB4E9C" w:rsidRPr="005C7EEA">
              <w:rPr>
                <w:lang w:val="fr-FR"/>
              </w:rPr>
              <w:t>/</w:t>
            </w:r>
            <w:r w:rsidR="005C7EEA" w:rsidRPr="005C7EEA">
              <w:rPr>
                <w:lang w:val="fr-FR"/>
              </w:rPr>
              <w:t>10</w:t>
            </w:r>
          </w:p>
          <w:p w:rsidR="00EB4E9C" w:rsidRPr="005C7EEA" w:rsidRDefault="00EB4E9C" w:rsidP="003C7FBE">
            <w:pPr>
              <w:pStyle w:val="Docoriginal"/>
            </w:pPr>
            <w:r w:rsidRPr="005C7EEA">
              <w:t>Original:</w:t>
            </w:r>
            <w:r w:rsidRPr="005C7EEA">
              <w:rPr>
                <w:b w:val="0"/>
                <w:spacing w:val="0"/>
              </w:rPr>
              <w:t xml:space="preserve">  </w:t>
            </w:r>
            <w:r w:rsidR="00A706D3" w:rsidRPr="005C7EEA">
              <w:rPr>
                <w:b w:val="0"/>
                <w:spacing w:val="0"/>
              </w:rPr>
              <w:t>anglais</w:t>
            </w:r>
          </w:p>
          <w:p w:rsidR="00EB4E9C" w:rsidRPr="007C1D92" w:rsidRDefault="00EB4E9C" w:rsidP="005C7EEA">
            <w:pPr>
              <w:pStyle w:val="Docoriginal"/>
            </w:pPr>
            <w:r w:rsidRPr="005C7EEA">
              <w:t>Date:</w:t>
            </w:r>
            <w:r w:rsidRPr="005C7EEA">
              <w:rPr>
                <w:b w:val="0"/>
                <w:spacing w:val="0"/>
              </w:rPr>
              <w:t xml:space="preserve">  </w:t>
            </w:r>
            <w:r w:rsidR="005C7EEA" w:rsidRPr="005C7EEA">
              <w:rPr>
                <w:b w:val="0"/>
                <w:spacing w:val="0"/>
              </w:rPr>
              <w:t>1</w:t>
            </w:r>
            <w:r w:rsidR="005C7EEA" w:rsidRPr="005C7EEA">
              <w:rPr>
                <w:b w:val="0"/>
                <w:spacing w:val="0"/>
                <w:vertAlign w:val="superscript"/>
              </w:rPr>
              <w:t>er</w:t>
            </w:r>
            <w:r w:rsidR="005C7EEA" w:rsidRPr="005C7EEA">
              <w:rPr>
                <w:b w:val="0"/>
                <w:spacing w:val="0"/>
              </w:rPr>
              <w:t xml:space="preserve"> octobre</w:t>
            </w:r>
            <w:r w:rsidRPr="005C7EEA">
              <w:rPr>
                <w:b w:val="0"/>
                <w:spacing w:val="0"/>
              </w:rPr>
              <w:t xml:space="preserve"> 20</w:t>
            </w:r>
            <w:r w:rsidR="00235CD2" w:rsidRPr="005C7EEA">
              <w:rPr>
                <w:b w:val="0"/>
                <w:spacing w:val="0"/>
              </w:rPr>
              <w:t>20</w:t>
            </w:r>
          </w:p>
        </w:tc>
      </w:tr>
    </w:tbl>
    <w:p w:rsidR="005C7EEA" w:rsidRPr="008D776E" w:rsidRDefault="005C7EEA" w:rsidP="005C7EEA">
      <w:pPr>
        <w:pStyle w:val="Titleofdoc0"/>
      </w:pPr>
      <w:bookmarkStart w:id="0" w:name="TitleOfDoc"/>
      <w:bookmarkEnd w:id="0"/>
      <w:r w:rsidRPr="008D776E">
        <w:t>ARRIÉRÉS DE CONTRIBUTIONS AU 30 SEPTEMBRE 20</w:t>
      </w:r>
      <w:r w:rsidR="009D7BEA">
        <w:t>20</w:t>
      </w:r>
    </w:p>
    <w:p w:rsidR="005C7EEA" w:rsidRPr="008D776E" w:rsidRDefault="005C7EEA" w:rsidP="005C7EEA">
      <w:pPr>
        <w:pStyle w:val="preparedby1"/>
        <w:jc w:val="left"/>
      </w:pPr>
      <w:bookmarkStart w:id="1" w:name="Prepared"/>
      <w:bookmarkEnd w:id="1"/>
      <w:r w:rsidRPr="008D776E">
        <w:t>Document établi par le Bureau de l</w:t>
      </w:r>
      <w:r>
        <w:t>’</w:t>
      </w:r>
      <w:r w:rsidRPr="008D776E">
        <w:t>Union</w:t>
      </w:r>
    </w:p>
    <w:p w:rsidR="005C7EEA" w:rsidRPr="008D776E" w:rsidRDefault="005C7EEA" w:rsidP="005C7EEA">
      <w:pPr>
        <w:pStyle w:val="Disclaimer"/>
        <w:rPr>
          <w:color w:val="A6A6A6"/>
        </w:rPr>
      </w:pPr>
      <w:r w:rsidRPr="008D776E">
        <w:rPr>
          <w:color w:val="A6A6A6"/>
        </w:rPr>
        <w:t>‏Avertissement</w:t>
      </w:r>
      <w:r>
        <w:rPr>
          <w:color w:val="A6A6A6"/>
        </w:rPr>
        <w:t> :</w:t>
      </w:r>
      <w:r w:rsidRPr="008D776E">
        <w:rPr>
          <w:color w:val="A6A6A6"/>
        </w:rPr>
        <w:t xml:space="preserve"> le présent document ne représente pas les principes ou les orientations de l</w:t>
      </w:r>
      <w:r>
        <w:rPr>
          <w:color w:val="A6A6A6"/>
        </w:rPr>
        <w:t>’</w:t>
      </w:r>
      <w:r w:rsidRPr="008D776E">
        <w:rPr>
          <w:color w:val="A6A6A6"/>
        </w:rPr>
        <w:t>UPOV</w:t>
      </w:r>
    </w:p>
    <w:p w:rsidR="005C7EEA" w:rsidRPr="00613CEF" w:rsidRDefault="005C7EEA" w:rsidP="005C7EEA">
      <w:pPr>
        <w:pStyle w:val="BodyText"/>
      </w:pPr>
      <w:r w:rsidRPr="008E3CA1">
        <w:fldChar w:fldCharType="begin"/>
      </w:r>
      <w:r w:rsidRPr="008E3CA1">
        <w:instrText xml:space="preserve"> AUTONUM  </w:instrText>
      </w:r>
      <w:r w:rsidRPr="008E3CA1">
        <w:fldChar w:fldCharType="end"/>
      </w:r>
      <w:r w:rsidRPr="008E3CA1">
        <w:tab/>
        <w:t>Dans le tableau suivant figurent les arriérés de contributions au 30 septembre </w:t>
      </w:r>
      <w:r w:rsidR="009D7BEA">
        <w:t>2020</w:t>
      </w:r>
      <w:r w:rsidRPr="008E3CA1">
        <w:t> :</w:t>
      </w:r>
    </w:p>
    <w:p w:rsidR="005C7EEA" w:rsidRPr="00613CEF" w:rsidRDefault="005C7EEA" w:rsidP="005C7EEA">
      <w:pPr>
        <w:pStyle w:val="BodyText"/>
      </w:pPr>
    </w:p>
    <w:tbl>
      <w:tblPr>
        <w:tblW w:w="9771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629"/>
        <w:gridCol w:w="2446"/>
        <w:gridCol w:w="1023"/>
        <w:gridCol w:w="1024"/>
        <w:gridCol w:w="1205"/>
        <w:gridCol w:w="1444"/>
      </w:tblGrid>
      <w:tr w:rsidR="005C7EEA" w:rsidRPr="00A14E34" w:rsidTr="00C73069">
        <w:trPr>
          <w:tblHeader/>
        </w:trPr>
        <w:tc>
          <w:tcPr>
            <w:tcW w:w="2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  <w:hideMark/>
          </w:tcPr>
          <w:p w:rsidR="005C7EEA" w:rsidRPr="006C56BE" w:rsidRDefault="005C7EEA" w:rsidP="00C73069">
            <w:pPr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6C56BE">
              <w:rPr>
                <w:rFonts w:cs="Arial"/>
                <w:b/>
                <w:bCs/>
                <w:sz w:val="18"/>
                <w:szCs w:val="18"/>
              </w:rPr>
              <w:t>Membre</w:t>
            </w:r>
          </w:p>
        </w:tc>
        <w:tc>
          <w:tcPr>
            <w:tcW w:w="24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  <w:hideMark/>
          </w:tcPr>
          <w:p w:rsidR="005C7EEA" w:rsidRPr="006C56BE" w:rsidRDefault="005C7EEA" w:rsidP="00C73069">
            <w:pPr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6C56BE">
              <w:rPr>
                <w:rFonts w:cs="Arial"/>
                <w:b/>
                <w:bCs/>
                <w:sz w:val="18"/>
                <w:szCs w:val="18"/>
              </w:rPr>
              <w:t>Pas d’arriérés/</w:t>
            </w:r>
            <w:r w:rsidRPr="006C56BE">
              <w:rPr>
                <w:rFonts w:cs="Arial"/>
                <w:b/>
                <w:bCs/>
                <w:sz w:val="18"/>
                <w:szCs w:val="18"/>
              </w:rPr>
              <w:br/>
              <w:t>année(s) d’arriérés</w:t>
            </w:r>
          </w:p>
        </w:tc>
        <w:tc>
          <w:tcPr>
            <w:tcW w:w="20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5C7EEA" w:rsidRPr="006C56BE" w:rsidRDefault="005C7EEA" w:rsidP="00C7306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C56BE">
              <w:rPr>
                <w:rFonts w:cs="Arial"/>
                <w:b/>
                <w:bCs/>
                <w:sz w:val="18"/>
                <w:szCs w:val="18"/>
              </w:rPr>
              <w:t>Montant des arriérés</w:t>
            </w:r>
            <w:r w:rsidRPr="006C56BE">
              <w:rPr>
                <w:rFonts w:cs="Arial"/>
                <w:bCs/>
                <w:sz w:val="18"/>
                <w:szCs w:val="18"/>
              </w:rPr>
              <w:t xml:space="preserve"> (en francs suisses)</w:t>
            </w: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  <w:hideMark/>
          </w:tcPr>
          <w:p w:rsidR="005C7EEA" w:rsidRPr="006C56BE" w:rsidRDefault="005C7EEA" w:rsidP="00C7306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C56BE">
              <w:rPr>
                <w:rFonts w:cs="Arial"/>
                <w:b/>
                <w:bCs/>
                <w:sz w:val="18"/>
                <w:szCs w:val="18"/>
              </w:rPr>
              <w:t>Pourcentage du montant total des</w:t>
            </w:r>
            <w:r w:rsidRPr="006C56BE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6C56BE">
              <w:rPr>
                <w:rFonts w:cs="Arial"/>
                <w:b/>
                <w:bCs/>
                <w:sz w:val="18"/>
                <w:szCs w:val="18"/>
              </w:rPr>
              <w:t>arriérés</w:t>
            </w:r>
          </w:p>
        </w:tc>
        <w:tc>
          <w:tcPr>
            <w:tcW w:w="14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  <w:hideMark/>
          </w:tcPr>
          <w:p w:rsidR="005C7EEA" w:rsidRPr="006C56BE" w:rsidRDefault="005C7EEA" w:rsidP="00C7306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C56BE">
              <w:rPr>
                <w:rFonts w:cs="Arial"/>
                <w:b/>
                <w:bCs/>
                <w:sz w:val="18"/>
                <w:szCs w:val="18"/>
              </w:rPr>
              <w:t>Pourcentage du montant des arriérés par rapport à la contribution annuelle des membres</w:t>
            </w:r>
          </w:p>
        </w:tc>
      </w:tr>
      <w:tr w:rsidR="005C7EEA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EEA" w:rsidRPr="006C56BE" w:rsidRDefault="005C7EEA" w:rsidP="00C73069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Afrique du Sud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EEA" w:rsidRPr="006C56BE" w:rsidRDefault="005C7EEA" w:rsidP="00C73069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EEA" w:rsidRPr="006C56BE" w:rsidRDefault="005C7EEA" w:rsidP="00C73069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EEA" w:rsidRPr="006C56BE" w:rsidRDefault="005C7EEA" w:rsidP="00C73069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EEA" w:rsidRPr="006C56BE" w:rsidRDefault="005C7EEA" w:rsidP="00C73069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EEA" w:rsidRPr="006C56BE" w:rsidRDefault="005C7EEA" w:rsidP="00C73069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</w:tr>
      <w:tr w:rsidR="00B24EC7" w:rsidRPr="008D776E" w:rsidTr="00D15D42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EC7" w:rsidRPr="006C56BE" w:rsidRDefault="00B24EC7" w:rsidP="00B24EC7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Albanie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24EC7" w:rsidRPr="006C56BE" w:rsidRDefault="00B24EC7" w:rsidP="00B24EC7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4EC7" w:rsidRPr="006C56BE" w:rsidRDefault="00B24EC7" w:rsidP="00B24EC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4EC7" w:rsidRPr="006C56BE" w:rsidRDefault="00B24EC7" w:rsidP="00B24EC7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4EC7" w:rsidRPr="006C56BE" w:rsidRDefault="00B24EC7" w:rsidP="00B24EC7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4EC7" w:rsidRPr="006C56BE" w:rsidRDefault="00B24EC7" w:rsidP="00B24EC7">
            <w:pPr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5C7EEA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EA" w:rsidRPr="006C56BE" w:rsidRDefault="005C7EEA" w:rsidP="00C73069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Allemagne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EEA" w:rsidRPr="006C56BE" w:rsidRDefault="005C7EEA" w:rsidP="00C73069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EA" w:rsidRPr="006C56BE" w:rsidRDefault="005C7EEA" w:rsidP="00C73069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EA" w:rsidRPr="006C56BE" w:rsidRDefault="005C7EEA" w:rsidP="00C73069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EA" w:rsidRPr="006C56BE" w:rsidRDefault="005C7EEA" w:rsidP="00C73069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EEA" w:rsidRPr="006C56BE" w:rsidRDefault="005C7EEA" w:rsidP="00C73069">
            <w:pPr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B24EC7" w:rsidRPr="008D776E" w:rsidTr="00FA063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4EC7" w:rsidRPr="006C56BE" w:rsidRDefault="00B24EC7" w:rsidP="00B24EC7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Argentine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EC7" w:rsidRPr="00440424" w:rsidRDefault="00B24EC7" w:rsidP="00B24EC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40424">
              <w:rPr>
                <w:rFonts w:cs="Arial"/>
                <w:color w:val="000000"/>
                <w:sz w:val="18"/>
                <w:szCs w:val="18"/>
              </w:rPr>
              <w:t>Contribution 2020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EC7" w:rsidRPr="00440424" w:rsidRDefault="00B24EC7" w:rsidP="00B24EC7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EC7" w:rsidRPr="00440424" w:rsidRDefault="00B24EC7" w:rsidP="00B24EC7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26 </w:t>
            </w:r>
            <w:r w:rsidRPr="00440424">
              <w:rPr>
                <w:rFonts w:cs="Arial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EC7" w:rsidRPr="00440424" w:rsidRDefault="00B24EC7" w:rsidP="00B24EC7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40424">
              <w:rPr>
                <w:rFonts w:cs="Arial"/>
                <w:color w:val="000000"/>
                <w:sz w:val="18"/>
                <w:szCs w:val="18"/>
              </w:rPr>
              <w:t>6</w:t>
            </w:r>
            <w:r>
              <w:rPr>
                <w:rFonts w:cs="Arial"/>
                <w:color w:val="000000"/>
                <w:sz w:val="18"/>
                <w:szCs w:val="18"/>
              </w:rPr>
              <w:t>,</w:t>
            </w:r>
            <w:r w:rsidRPr="00440424">
              <w:rPr>
                <w:rFonts w:cs="Arial"/>
                <w:color w:val="000000"/>
                <w:sz w:val="18"/>
                <w:szCs w:val="18"/>
              </w:rPr>
              <w:t>21%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24EC7" w:rsidRPr="00440424" w:rsidRDefault="00B24EC7" w:rsidP="00B24EC7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40424">
              <w:rPr>
                <w:rFonts w:cs="Arial"/>
                <w:color w:val="000000"/>
                <w:sz w:val="18"/>
                <w:szCs w:val="18"/>
              </w:rPr>
              <w:t>100%</w:t>
            </w:r>
          </w:p>
        </w:tc>
      </w:tr>
      <w:tr w:rsidR="005C7EEA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EEA" w:rsidRPr="006C56BE" w:rsidRDefault="005C7EEA" w:rsidP="00C73069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Australie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EEA" w:rsidRPr="006C56BE" w:rsidRDefault="005C7EEA" w:rsidP="00C73069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EEA" w:rsidRPr="006C56BE" w:rsidRDefault="005C7EEA" w:rsidP="00C73069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EEA" w:rsidRPr="006C56BE" w:rsidRDefault="005C7EEA" w:rsidP="00C73069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EEA" w:rsidRPr="006C56BE" w:rsidRDefault="005C7EEA" w:rsidP="00C73069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EEA" w:rsidRPr="006C56BE" w:rsidRDefault="005C7EEA" w:rsidP="00C73069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</w:tr>
      <w:tr w:rsidR="005C7EEA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EEA" w:rsidRPr="006C56BE" w:rsidRDefault="005C7EEA" w:rsidP="00C73069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Autriche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EEA" w:rsidRPr="006C56BE" w:rsidRDefault="005C7EEA" w:rsidP="00C73069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EEA" w:rsidRPr="006C56BE" w:rsidRDefault="005C7EEA" w:rsidP="00C73069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EEA" w:rsidRPr="006C56BE" w:rsidRDefault="005C7EEA" w:rsidP="00C73069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EEA" w:rsidRPr="006C56BE" w:rsidRDefault="005C7EEA" w:rsidP="00C73069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EEA" w:rsidRPr="006C56BE" w:rsidRDefault="005C7EEA" w:rsidP="00C73069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</w:tr>
      <w:tr w:rsidR="005C7EEA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EEA" w:rsidRPr="006C56BE" w:rsidRDefault="005C7EEA" w:rsidP="00C73069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Azerbaïdjan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EEA" w:rsidRPr="006C56BE" w:rsidRDefault="005C7EEA" w:rsidP="00C73069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EEA" w:rsidRPr="006C56BE" w:rsidRDefault="005C7EEA" w:rsidP="00C73069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EEA" w:rsidRPr="006C56BE" w:rsidRDefault="005C7EEA" w:rsidP="00C73069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EEA" w:rsidRPr="006C56BE" w:rsidRDefault="005C7EEA" w:rsidP="00C73069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EEA" w:rsidRPr="006C56BE" w:rsidRDefault="005C7EEA" w:rsidP="00C73069">
            <w:pPr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5C7EEA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EEA" w:rsidRPr="006C56BE" w:rsidRDefault="005C7EEA" w:rsidP="00C73069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Bélarus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EEA" w:rsidRPr="006C56BE" w:rsidRDefault="005C7EEA" w:rsidP="00C73069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EEA" w:rsidRPr="006C56BE" w:rsidRDefault="005C7EEA" w:rsidP="00C73069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EEA" w:rsidRPr="006C56BE" w:rsidRDefault="005C7EEA" w:rsidP="00C73069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EEA" w:rsidRPr="006C56BE" w:rsidRDefault="005C7EEA" w:rsidP="00C73069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EEA" w:rsidRPr="006C56BE" w:rsidRDefault="005C7EEA" w:rsidP="00C73069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</w:tr>
      <w:tr w:rsidR="005C7EEA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EEA" w:rsidRPr="006C56BE" w:rsidRDefault="005C7EEA" w:rsidP="00C73069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Belgique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EEA" w:rsidRPr="006C56BE" w:rsidRDefault="005C7EEA" w:rsidP="001D2FE9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Contribution 20</w:t>
            </w:r>
            <w:r w:rsidR="001D2FE9">
              <w:rPr>
                <w:rFonts w:cs="Arial"/>
                <w:sz w:val="18"/>
                <w:szCs w:val="18"/>
              </w:rPr>
              <w:t>20</w:t>
            </w:r>
            <w:r w:rsidRPr="006C56BE">
              <w:rPr>
                <w:rFonts w:cs="Arial"/>
                <w:sz w:val="18"/>
                <w:szCs w:val="18"/>
              </w:rPr>
              <w:t xml:space="preserve"> (solde)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EEA" w:rsidRPr="006C56BE" w:rsidRDefault="005C7EEA" w:rsidP="00C73069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EEA" w:rsidRPr="006C56BE" w:rsidRDefault="001D2FE9" w:rsidP="001D2FE9">
            <w:pPr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  <w:r w:rsidR="005C7EEA" w:rsidRPr="006C56BE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>507</w:t>
            </w:r>
            <w:r w:rsidR="005C7EEA" w:rsidRPr="006C56BE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EEA" w:rsidRPr="006C56BE" w:rsidRDefault="001D2FE9" w:rsidP="001D2FE9">
            <w:pPr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  <w:r w:rsidR="005C7EEA" w:rsidRPr="006C56BE">
              <w:rPr>
                <w:rFonts w:cs="Arial"/>
                <w:sz w:val="18"/>
                <w:szCs w:val="18"/>
              </w:rPr>
              <w:t>,</w:t>
            </w:r>
            <w:r>
              <w:rPr>
                <w:rFonts w:cs="Arial"/>
                <w:sz w:val="18"/>
                <w:szCs w:val="18"/>
              </w:rPr>
              <w:t>2</w:t>
            </w:r>
            <w:r w:rsidR="005C7EEA" w:rsidRPr="006C56BE">
              <w:rPr>
                <w:rFonts w:cs="Arial"/>
                <w:sz w:val="18"/>
                <w:szCs w:val="18"/>
              </w:rPr>
              <w:t>8%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EEA" w:rsidRPr="006C56BE" w:rsidRDefault="001D2FE9" w:rsidP="00C73069">
            <w:pPr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</w:t>
            </w:r>
            <w:r w:rsidR="005C7EEA" w:rsidRPr="006C56BE">
              <w:rPr>
                <w:rFonts w:cs="Arial"/>
                <w:sz w:val="18"/>
                <w:szCs w:val="18"/>
              </w:rPr>
              <w:t>%</w:t>
            </w:r>
          </w:p>
        </w:tc>
      </w:tr>
      <w:tr w:rsidR="005C7EEA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C7EEA" w:rsidRPr="006C56BE" w:rsidRDefault="005C7EEA" w:rsidP="00C73069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Bolivie (État plurinational de)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C7EEA" w:rsidRPr="006C56BE" w:rsidRDefault="005C7EEA" w:rsidP="00C73069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Contribution 2018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C7EEA" w:rsidRPr="006C56BE" w:rsidRDefault="005C7EEA" w:rsidP="00C73069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 xml:space="preserve">10 728 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C7EEA" w:rsidRPr="006C56BE" w:rsidRDefault="005C7EEA" w:rsidP="00C73069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C7EEA" w:rsidRPr="006C56BE" w:rsidRDefault="005C7EEA" w:rsidP="00C73069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C7EEA" w:rsidRPr="006C56BE" w:rsidRDefault="005C7EEA" w:rsidP="00C73069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</w:tr>
      <w:tr w:rsidR="002F2B12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F2B12" w:rsidRPr="006C56BE" w:rsidRDefault="002F2B12" w:rsidP="002F2B12">
            <w:pPr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F2B12" w:rsidRPr="006C56BE" w:rsidRDefault="002F2B12" w:rsidP="002F2B12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Contribution 2019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F2B12" w:rsidRPr="006C56BE" w:rsidRDefault="002F2B12" w:rsidP="002F2B12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 xml:space="preserve">10 728 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F2B12" w:rsidRPr="006C56BE" w:rsidRDefault="002F2B12" w:rsidP="002F2B12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F2B12" w:rsidRPr="006C56BE" w:rsidRDefault="002F2B12" w:rsidP="002F2B12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F2B12" w:rsidRPr="006C56BE" w:rsidRDefault="002F2B12" w:rsidP="002F2B12">
            <w:pPr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2F2B12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2B12" w:rsidRPr="006C56BE" w:rsidRDefault="002F2B12" w:rsidP="002F2B12">
            <w:pPr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B12" w:rsidRPr="006C56BE" w:rsidRDefault="002F2B12" w:rsidP="002F2B1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Contribution 2020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B12" w:rsidRPr="006C56BE" w:rsidRDefault="002F2B12" w:rsidP="002F2B12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 xml:space="preserve">10 728 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B12" w:rsidRPr="006C56BE" w:rsidRDefault="002F2B12" w:rsidP="002F2B12">
            <w:pPr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32 184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B12" w:rsidRPr="006C56BE" w:rsidRDefault="002F2B12" w:rsidP="002F2B12">
            <w:pPr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7,45%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B12" w:rsidRPr="006C56BE" w:rsidRDefault="002F2B12" w:rsidP="002F2B12">
            <w:pPr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300%</w:t>
            </w:r>
          </w:p>
        </w:tc>
      </w:tr>
      <w:tr w:rsidR="002F2B12" w:rsidRPr="008D776E" w:rsidTr="00EC4C4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2B12" w:rsidRPr="006C56BE" w:rsidRDefault="002F2B12" w:rsidP="002F2B12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Bosnie-Herzégovine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B12" w:rsidRPr="006C56BE" w:rsidRDefault="002F2B12" w:rsidP="002F2B12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B12" w:rsidRPr="006C56BE" w:rsidRDefault="002F2B12" w:rsidP="002F2B12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B12" w:rsidRPr="006C56BE" w:rsidRDefault="002F2B12" w:rsidP="002F2B12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B12" w:rsidRPr="006C56BE" w:rsidRDefault="002F2B12" w:rsidP="002F2B12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B12" w:rsidRPr="006C56BE" w:rsidRDefault="002F2B12" w:rsidP="002F2B12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</w:tr>
      <w:tr w:rsidR="002F2B12" w:rsidRPr="008D776E" w:rsidTr="00EC4C49">
        <w:tc>
          <w:tcPr>
            <w:tcW w:w="2629" w:type="dxa"/>
            <w:tcBorders>
              <w:top w:val="single" w:sz="8" w:space="0" w:color="auto"/>
              <w:left w:val="single" w:sz="8" w:space="0" w:color="auto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2B12" w:rsidRPr="006C56BE" w:rsidRDefault="002F2B12" w:rsidP="002F2B12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Brésil</w:t>
            </w:r>
          </w:p>
        </w:tc>
        <w:tc>
          <w:tcPr>
            <w:tcW w:w="2446" w:type="dxa"/>
            <w:tcBorders>
              <w:top w:val="single" w:sz="8" w:space="0" w:color="auto"/>
              <w:left w:val="nil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2F2B12" w:rsidRPr="006C56BE" w:rsidRDefault="002F2B12" w:rsidP="002F2B12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Contribution 2019</w:t>
            </w:r>
          </w:p>
        </w:tc>
        <w:tc>
          <w:tcPr>
            <w:tcW w:w="1023" w:type="dxa"/>
            <w:tcBorders>
              <w:top w:val="single" w:sz="8" w:space="0" w:color="auto"/>
              <w:left w:val="nil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2F2B12" w:rsidRPr="006C56BE" w:rsidRDefault="00EC4C49" w:rsidP="002F2B12">
            <w:pPr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13 410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2F2B12" w:rsidRPr="006C56BE" w:rsidRDefault="002F2B12" w:rsidP="002F2B12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2F2B12" w:rsidRPr="006C56BE" w:rsidRDefault="002F2B12" w:rsidP="002F2B12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8" w:space="0" w:color="auto"/>
              <w:left w:val="nil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2F2B12" w:rsidRPr="006C56BE" w:rsidRDefault="002F2B12" w:rsidP="002F2B12">
            <w:pPr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EC4C49" w:rsidRPr="008D776E" w:rsidTr="00B5166F">
        <w:tc>
          <w:tcPr>
            <w:tcW w:w="2629" w:type="dxa"/>
            <w:tcBorders>
              <w:top w:val="dashSmallGap" w:sz="4" w:space="0" w:color="808080" w:themeColor="background1" w:themeShade="8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C49" w:rsidRPr="006C56BE" w:rsidRDefault="00EC4C49" w:rsidP="00EC4C49">
            <w:pPr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446" w:type="dxa"/>
            <w:tcBorders>
              <w:top w:val="dashSmallGap" w:sz="4" w:space="0" w:color="808080" w:themeColor="background1" w:themeShade="8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4C49" w:rsidRPr="00FA6F5A" w:rsidRDefault="00EC4C49" w:rsidP="00EC4C49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FA6F5A">
              <w:rPr>
                <w:rFonts w:cs="Arial"/>
                <w:color w:val="000000"/>
                <w:sz w:val="18"/>
                <w:szCs w:val="18"/>
              </w:rPr>
              <w:t>Contribution 2020</w:t>
            </w:r>
          </w:p>
        </w:tc>
        <w:tc>
          <w:tcPr>
            <w:tcW w:w="1023" w:type="dxa"/>
            <w:tcBorders>
              <w:top w:val="dashSmallGap" w:sz="4" w:space="0" w:color="808080" w:themeColor="background1" w:themeShade="8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4C49" w:rsidRPr="00FA6F5A" w:rsidRDefault="00EC4C49" w:rsidP="00EC4C49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13 </w:t>
            </w:r>
            <w:r w:rsidRPr="00FA6F5A">
              <w:rPr>
                <w:rFonts w:cs="Arial"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024" w:type="dxa"/>
            <w:tcBorders>
              <w:top w:val="dashSmallGap" w:sz="4" w:space="0" w:color="808080" w:themeColor="background1" w:themeShade="8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4C49" w:rsidRPr="00FA6F5A" w:rsidRDefault="00EC4C49" w:rsidP="00EC4C49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26 </w:t>
            </w:r>
            <w:r w:rsidRPr="00FA6F5A">
              <w:rPr>
                <w:rFonts w:cs="Arial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1205" w:type="dxa"/>
            <w:tcBorders>
              <w:top w:val="dashSmallGap" w:sz="4" w:space="0" w:color="808080" w:themeColor="background1" w:themeShade="8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4C49" w:rsidRPr="00FA6F5A" w:rsidRDefault="00EC4C49" w:rsidP="00EC4C49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A6F5A">
              <w:rPr>
                <w:rFonts w:cs="Arial"/>
                <w:color w:val="000000"/>
                <w:sz w:val="18"/>
                <w:szCs w:val="18"/>
              </w:rPr>
              <w:t>6</w:t>
            </w:r>
            <w:r>
              <w:rPr>
                <w:rFonts w:cs="Arial"/>
                <w:color w:val="000000"/>
                <w:sz w:val="18"/>
                <w:szCs w:val="18"/>
              </w:rPr>
              <w:t>,</w:t>
            </w:r>
            <w:r w:rsidRPr="00FA6F5A">
              <w:rPr>
                <w:rFonts w:cs="Arial"/>
                <w:color w:val="000000"/>
                <w:sz w:val="18"/>
                <w:szCs w:val="18"/>
              </w:rPr>
              <w:t>21%</w:t>
            </w:r>
          </w:p>
        </w:tc>
        <w:tc>
          <w:tcPr>
            <w:tcW w:w="1444" w:type="dxa"/>
            <w:tcBorders>
              <w:top w:val="dashSmallGap" w:sz="4" w:space="0" w:color="808080" w:themeColor="background1" w:themeShade="8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C4C49" w:rsidRPr="00FA6F5A" w:rsidRDefault="00EC4C49" w:rsidP="00EC4C49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A6F5A">
              <w:rPr>
                <w:rFonts w:cs="Arial"/>
                <w:color w:val="000000"/>
                <w:sz w:val="18"/>
                <w:szCs w:val="18"/>
              </w:rPr>
              <w:t>200%</w:t>
            </w:r>
          </w:p>
        </w:tc>
      </w:tr>
      <w:tr w:rsidR="00EC4C49" w:rsidRPr="008D776E" w:rsidTr="00C73069">
        <w:tc>
          <w:tcPr>
            <w:tcW w:w="2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4C49" w:rsidRPr="006C56BE" w:rsidRDefault="00EC4C49" w:rsidP="00EC4C49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Bulgarie</w:t>
            </w:r>
          </w:p>
        </w:tc>
        <w:tc>
          <w:tcPr>
            <w:tcW w:w="24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C49" w:rsidRPr="006C56BE" w:rsidRDefault="00EC4C49" w:rsidP="00EC4C49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C49" w:rsidRPr="006C56BE" w:rsidRDefault="00EC4C49" w:rsidP="00EC4C49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C49" w:rsidRPr="006C56BE" w:rsidRDefault="00EC4C49" w:rsidP="00EC4C49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C49" w:rsidRPr="006C56BE" w:rsidRDefault="00EC4C49" w:rsidP="00EC4C49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C49" w:rsidRPr="006C56BE" w:rsidRDefault="00EC4C49" w:rsidP="00EC4C49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</w:tr>
      <w:tr w:rsidR="00EC4C49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4C49" w:rsidRPr="006C56BE" w:rsidRDefault="00EC4C49" w:rsidP="00EC4C49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Canada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C49" w:rsidRPr="006C56BE" w:rsidRDefault="00EC4C49" w:rsidP="00EC4C49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C49" w:rsidRPr="006C56BE" w:rsidRDefault="00EC4C49" w:rsidP="00EC4C49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C49" w:rsidRPr="006C56BE" w:rsidRDefault="00EC4C49" w:rsidP="00EC4C49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C49" w:rsidRPr="006C56BE" w:rsidRDefault="00EC4C49" w:rsidP="00EC4C49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C49" w:rsidRPr="006C56BE" w:rsidRDefault="00EC4C49" w:rsidP="00EC4C49">
            <w:pPr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EC4C49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4C49" w:rsidRPr="006C56BE" w:rsidRDefault="00EC4C49" w:rsidP="00EC4C49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Chili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C49" w:rsidRPr="006C56BE" w:rsidRDefault="00EC4C49" w:rsidP="00EC4C49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Contribution 20</w:t>
            </w:r>
            <w:r>
              <w:rPr>
                <w:rFonts w:cs="Arial"/>
                <w:sz w:val="18"/>
                <w:szCs w:val="18"/>
              </w:rPr>
              <w:t>20</w:t>
            </w:r>
            <w:r w:rsidRPr="006C56BE">
              <w:rPr>
                <w:rFonts w:cs="Arial"/>
                <w:sz w:val="18"/>
                <w:szCs w:val="18"/>
              </w:rPr>
              <w:t xml:space="preserve"> (solde)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C49" w:rsidRPr="006C56BE" w:rsidRDefault="00EC4C49" w:rsidP="00EC4C49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C49" w:rsidRPr="006C56BE" w:rsidRDefault="00EC4C49" w:rsidP="00EC4C49">
            <w:pPr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2 546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C49" w:rsidRPr="006C56BE" w:rsidRDefault="00EC4C49" w:rsidP="00EC4C49">
            <w:pPr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0,59%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C49" w:rsidRPr="006C56BE" w:rsidRDefault="00EC4C49" w:rsidP="00EC4C49">
            <w:pPr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24%</w:t>
            </w:r>
          </w:p>
        </w:tc>
      </w:tr>
      <w:tr w:rsidR="00EC4C49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4C49" w:rsidRPr="006C56BE" w:rsidRDefault="00EC4C49" w:rsidP="00EC4C49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Chine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C49" w:rsidRPr="006C56BE" w:rsidRDefault="00EC4C49" w:rsidP="00EC4C49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C49" w:rsidRPr="006C56BE" w:rsidRDefault="00EC4C49" w:rsidP="00EC4C49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C49" w:rsidRPr="006C56BE" w:rsidRDefault="00EC4C49" w:rsidP="00EC4C49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C49" w:rsidRPr="006C56BE" w:rsidRDefault="00EC4C49" w:rsidP="00EC4C49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C49" w:rsidRPr="006C56BE" w:rsidRDefault="00EC4C49" w:rsidP="00EC4C49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</w:tr>
      <w:tr w:rsidR="00EC4C49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4C49" w:rsidRPr="006C56BE" w:rsidRDefault="00EC4C49" w:rsidP="00EC4C49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Colombie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C49" w:rsidRPr="006C56BE" w:rsidRDefault="00EC4C49" w:rsidP="00EC4C49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C49" w:rsidRPr="006C56BE" w:rsidRDefault="00EC4C49" w:rsidP="00EC4C49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C49" w:rsidRPr="006C56BE" w:rsidRDefault="00EC4C49" w:rsidP="00EC4C49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C49" w:rsidRPr="006C56BE" w:rsidRDefault="00EC4C49" w:rsidP="00EC4C49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C49" w:rsidRPr="006C56BE" w:rsidRDefault="00EC4C49" w:rsidP="00EC4C49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</w:tr>
      <w:tr w:rsidR="00EC4C49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4C49" w:rsidRPr="006C56BE" w:rsidRDefault="00EC4C49" w:rsidP="00EC4C49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Costa Rica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C49" w:rsidRPr="006C56BE" w:rsidRDefault="00EC4C49" w:rsidP="00EC4C49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C49" w:rsidRPr="006C56BE" w:rsidRDefault="00EC4C49" w:rsidP="00EC4C49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C49" w:rsidRPr="006C56BE" w:rsidRDefault="00EC4C49" w:rsidP="00EC4C49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C49" w:rsidRPr="006C56BE" w:rsidRDefault="00EC4C49" w:rsidP="00EC4C49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C49" w:rsidRPr="006C56BE" w:rsidRDefault="00EC4C49" w:rsidP="00EC4C49">
            <w:pPr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EC4C49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4C49" w:rsidRPr="006C56BE" w:rsidRDefault="00EC4C49" w:rsidP="00EC4C49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Croatie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C49" w:rsidRPr="006C56BE" w:rsidRDefault="00EC4C49" w:rsidP="00EC4C49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C49" w:rsidRPr="006C56BE" w:rsidRDefault="00EC4C49" w:rsidP="00EC4C49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C49" w:rsidRPr="006C56BE" w:rsidRDefault="00EC4C49" w:rsidP="00EC4C49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C49" w:rsidRPr="006C56BE" w:rsidRDefault="00EC4C49" w:rsidP="00EC4C49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C49" w:rsidRPr="006C56BE" w:rsidRDefault="00EC4C49" w:rsidP="00EC4C49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</w:tr>
      <w:tr w:rsidR="00EC4C49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4C49" w:rsidRPr="006C56BE" w:rsidRDefault="00EC4C49" w:rsidP="00EC4C49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Danemark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C49" w:rsidRPr="006C56BE" w:rsidRDefault="00EC4C49" w:rsidP="00EC4C49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C49" w:rsidRPr="006C56BE" w:rsidRDefault="00EC4C49" w:rsidP="00EC4C49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C49" w:rsidRPr="006C56BE" w:rsidRDefault="00EC4C49" w:rsidP="00EC4C49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C49" w:rsidRPr="006C56BE" w:rsidRDefault="00EC4C49" w:rsidP="00EC4C49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4C49" w:rsidRPr="006C56BE" w:rsidRDefault="00EC4C49" w:rsidP="00EC4C49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</w:tr>
      <w:tr w:rsidR="00F621AA" w:rsidRPr="008D776E" w:rsidTr="009215D7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21AA" w:rsidRPr="00FA6F5A" w:rsidRDefault="00F621AA" w:rsidP="00F621A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É</w:t>
            </w:r>
            <w:r w:rsidRPr="00FA6F5A">
              <w:rPr>
                <w:rFonts w:cs="Arial"/>
                <w:color w:val="000000"/>
                <w:sz w:val="18"/>
                <w:szCs w:val="18"/>
              </w:rPr>
              <w:t>gypt</w:t>
            </w:r>
            <w:r>
              <w:rPr>
                <w:rFonts w:cs="Arial"/>
                <w:color w:val="000000"/>
                <w:sz w:val="18"/>
                <w:szCs w:val="18"/>
              </w:rPr>
              <w:t>e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21AA" w:rsidRPr="00FA6F5A" w:rsidRDefault="00F621AA" w:rsidP="00F621A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FA6F5A">
              <w:rPr>
                <w:rFonts w:cs="Arial"/>
                <w:color w:val="000000"/>
                <w:sz w:val="18"/>
                <w:szCs w:val="18"/>
              </w:rPr>
              <w:t>Contribution 2020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21AA" w:rsidRPr="00FA6F5A" w:rsidRDefault="00F621AA" w:rsidP="00F621A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21AA" w:rsidRPr="00FA6F5A" w:rsidRDefault="00F621AA" w:rsidP="00F621A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A6F5A">
              <w:rPr>
                <w:rFonts w:cs="Arial"/>
                <w:color w:val="000000"/>
                <w:sz w:val="18"/>
                <w:szCs w:val="18"/>
              </w:rPr>
              <w:t>10</w:t>
            </w:r>
            <w:r>
              <w:rPr>
                <w:rFonts w:cs="Arial"/>
                <w:color w:val="000000"/>
                <w:sz w:val="18"/>
                <w:szCs w:val="18"/>
              </w:rPr>
              <w:t> </w:t>
            </w:r>
            <w:r w:rsidRPr="00FA6F5A">
              <w:rPr>
                <w:rFonts w:cs="Arial"/>
                <w:color w:val="000000"/>
                <w:sz w:val="18"/>
                <w:szCs w:val="18"/>
              </w:rPr>
              <w:t>728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21AA" w:rsidRPr="00FA6F5A" w:rsidRDefault="00F621AA" w:rsidP="00F621A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A6F5A">
              <w:rPr>
                <w:rFonts w:cs="Arial"/>
                <w:color w:val="000000"/>
                <w:sz w:val="18"/>
                <w:szCs w:val="18"/>
              </w:rPr>
              <w:t>2</w:t>
            </w:r>
            <w:r>
              <w:rPr>
                <w:rFonts w:cs="Arial"/>
                <w:color w:val="000000"/>
                <w:sz w:val="18"/>
                <w:szCs w:val="18"/>
              </w:rPr>
              <w:t>,</w:t>
            </w:r>
            <w:r w:rsidRPr="00FA6F5A">
              <w:rPr>
                <w:rFonts w:cs="Arial"/>
                <w:color w:val="000000"/>
                <w:sz w:val="18"/>
                <w:szCs w:val="18"/>
              </w:rPr>
              <w:t>48%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21AA" w:rsidRPr="00FA6F5A" w:rsidRDefault="00F621AA" w:rsidP="00F621A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A6F5A">
              <w:rPr>
                <w:rFonts w:cs="Arial"/>
                <w:color w:val="000000"/>
                <w:sz w:val="18"/>
                <w:szCs w:val="18"/>
              </w:rPr>
              <w:t>100%</w:t>
            </w:r>
          </w:p>
        </w:tc>
      </w:tr>
      <w:tr w:rsidR="00F621AA" w:rsidRPr="008D776E" w:rsidTr="00AF5B7A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1AA" w:rsidRPr="006C56BE" w:rsidRDefault="00F621AA" w:rsidP="00F621AA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Équateur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21AA" w:rsidRPr="00FA6F5A" w:rsidRDefault="00F621AA" w:rsidP="00F621A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FA6F5A">
              <w:rPr>
                <w:rFonts w:cs="Arial"/>
                <w:color w:val="000000"/>
                <w:sz w:val="18"/>
                <w:szCs w:val="18"/>
              </w:rPr>
              <w:t>Contribution 2020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21AA" w:rsidRPr="00FA6F5A" w:rsidRDefault="00F621AA" w:rsidP="00F621A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21AA" w:rsidRPr="00FA6F5A" w:rsidRDefault="00F621AA" w:rsidP="00F621A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A6F5A">
              <w:rPr>
                <w:rFonts w:cs="Arial"/>
                <w:color w:val="000000"/>
                <w:sz w:val="18"/>
                <w:szCs w:val="18"/>
              </w:rPr>
              <w:t>10</w:t>
            </w:r>
            <w:r>
              <w:rPr>
                <w:rFonts w:cs="Arial"/>
                <w:color w:val="000000"/>
                <w:sz w:val="18"/>
                <w:szCs w:val="18"/>
              </w:rPr>
              <w:t> </w:t>
            </w:r>
            <w:r w:rsidRPr="00FA6F5A">
              <w:rPr>
                <w:rFonts w:cs="Arial"/>
                <w:color w:val="000000"/>
                <w:sz w:val="18"/>
                <w:szCs w:val="18"/>
              </w:rPr>
              <w:t>728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21AA" w:rsidRPr="00FA6F5A" w:rsidRDefault="00F621AA" w:rsidP="00F621A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A6F5A">
              <w:rPr>
                <w:rFonts w:cs="Arial"/>
                <w:color w:val="000000"/>
                <w:sz w:val="18"/>
                <w:szCs w:val="18"/>
              </w:rPr>
              <w:t>2</w:t>
            </w:r>
            <w:r>
              <w:rPr>
                <w:rFonts w:cs="Arial"/>
                <w:color w:val="000000"/>
                <w:sz w:val="18"/>
                <w:szCs w:val="18"/>
              </w:rPr>
              <w:t>,</w:t>
            </w:r>
            <w:r w:rsidRPr="00FA6F5A">
              <w:rPr>
                <w:rFonts w:cs="Arial"/>
                <w:color w:val="000000"/>
                <w:sz w:val="18"/>
                <w:szCs w:val="18"/>
              </w:rPr>
              <w:t>48%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21AA" w:rsidRPr="00FA6F5A" w:rsidRDefault="00F621AA" w:rsidP="00F621A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FA6F5A">
              <w:rPr>
                <w:rFonts w:cs="Arial"/>
                <w:color w:val="000000"/>
                <w:sz w:val="18"/>
                <w:szCs w:val="18"/>
              </w:rPr>
              <w:t>100%</w:t>
            </w:r>
          </w:p>
        </w:tc>
      </w:tr>
      <w:tr w:rsidR="00F621AA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1AA" w:rsidRPr="006C56BE" w:rsidRDefault="00F621AA" w:rsidP="00F621AA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Espagne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</w:tr>
      <w:tr w:rsidR="00F621AA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lastRenderedPageBreak/>
              <w:t>Estonie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</w:tr>
      <w:tr w:rsidR="00F621AA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1AA" w:rsidRPr="006C56BE" w:rsidRDefault="00F621AA" w:rsidP="00F621AA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États-Unis d’Amérique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F621AA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1AA" w:rsidRPr="006C56BE" w:rsidRDefault="00F621AA" w:rsidP="00F621AA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Fédération de Russie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F621AA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AA" w:rsidRPr="006C56BE" w:rsidRDefault="00F621AA" w:rsidP="00F621AA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Finlande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6C56BE" w:rsidRDefault="00F621AA" w:rsidP="00F621AA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F621AA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AA" w:rsidRPr="006C56BE" w:rsidRDefault="00F621AA" w:rsidP="00F621AA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France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6C56BE" w:rsidRDefault="00F621AA" w:rsidP="00F621AA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621AA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AA" w:rsidRPr="006C56BE" w:rsidRDefault="00F621AA" w:rsidP="00F621AA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Géorgie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6C56BE" w:rsidRDefault="00F621AA" w:rsidP="00F621AA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F621AA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1AA" w:rsidRPr="006C56BE" w:rsidRDefault="00F621AA" w:rsidP="00F621AA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Hongrie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6C56BE" w:rsidRDefault="00F621AA" w:rsidP="00F621AA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F621AA" w:rsidRPr="008D776E" w:rsidTr="00EB1D78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1AA" w:rsidRPr="006C56BE" w:rsidRDefault="00F621AA" w:rsidP="00F621AA">
            <w:pPr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Irlande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21AA" w:rsidRPr="00BF5963" w:rsidRDefault="00F621AA" w:rsidP="00F621AA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Contribution 2020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21AA" w:rsidRPr="00BF5963" w:rsidRDefault="00F621AA" w:rsidP="00F621A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21AA" w:rsidRPr="00BF5963" w:rsidRDefault="00F621AA" w:rsidP="00F621A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53 </w:t>
            </w:r>
            <w:r w:rsidRPr="00BF5963">
              <w:rPr>
                <w:rFonts w:cs="Arial"/>
                <w:color w:val="000000"/>
                <w:sz w:val="18"/>
                <w:szCs w:val="18"/>
              </w:rPr>
              <w:t>641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21AA" w:rsidRPr="00BF5963" w:rsidRDefault="00F621AA" w:rsidP="00F621A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12</w:t>
            </w:r>
            <w:r>
              <w:rPr>
                <w:rFonts w:cs="Arial"/>
                <w:color w:val="000000"/>
                <w:sz w:val="18"/>
                <w:szCs w:val="18"/>
              </w:rPr>
              <w:t>,</w:t>
            </w:r>
            <w:r w:rsidRPr="00BF5963">
              <w:rPr>
                <w:rFonts w:cs="Arial"/>
                <w:color w:val="000000"/>
                <w:sz w:val="18"/>
                <w:szCs w:val="18"/>
              </w:rPr>
              <w:t>42%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621AA" w:rsidRPr="00BF5963" w:rsidRDefault="00F621AA" w:rsidP="00F621A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100%</w:t>
            </w:r>
          </w:p>
        </w:tc>
      </w:tr>
      <w:tr w:rsidR="00F621AA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1AA" w:rsidRPr="006C56BE" w:rsidRDefault="00F621AA" w:rsidP="00F621AA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Islande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</w:tr>
      <w:tr w:rsidR="00F621AA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1AA" w:rsidRPr="006C56BE" w:rsidRDefault="00F621AA" w:rsidP="00F621AA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Israël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</w:tr>
      <w:tr w:rsidR="00F621AA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1AA" w:rsidRPr="006C56BE" w:rsidRDefault="00F621AA" w:rsidP="00F621AA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Italie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</w:tr>
      <w:tr w:rsidR="00F621AA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1AA" w:rsidRPr="006C56BE" w:rsidRDefault="00F621AA" w:rsidP="00F621AA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Japon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</w:tr>
      <w:tr w:rsidR="00F621AA" w:rsidRPr="008D776E" w:rsidTr="00363238">
        <w:tc>
          <w:tcPr>
            <w:tcW w:w="2629" w:type="dxa"/>
            <w:tcBorders>
              <w:top w:val="nil"/>
              <w:left w:val="single" w:sz="8" w:space="0" w:color="auto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21AA" w:rsidRPr="006C56BE" w:rsidRDefault="00F621AA" w:rsidP="00F621AA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Jordanie</w:t>
            </w:r>
          </w:p>
        </w:tc>
        <w:tc>
          <w:tcPr>
            <w:tcW w:w="2446" w:type="dxa"/>
            <w:tcBorders>
              <w:top w:val="nil"/>
              <w:left w:val="nil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Contribution 2019</w:t>
            </w:r>
            <w:r w:rsidR="00363238">
              <w:rPr>
                <w:rFonts w:cs="Arial"/>
                <w:sz w:val="18"/>
                <w:szCs w:val="18"/>
              </w:rPr>
              <w:t xml:space="preserve"> (solde)</w:t>
            </w:r>
          </w:p>
        </w:tc>
        <w:tc>
          <w:tcPr>
            <w:tcW w:w="1023" w:type="dxa"/>
            <w:tcBorders>
              <w:top w:val="nil"/>
              <w:left w:val="nil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F621AA" w:rsidRPr="006C56BE" w:rsidRDefault="00363238" w:rsidP="00F621AA">
            <w:pPr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228</w:t>
            </w:r>
          </w:p>
        </w:tc>
        <w:tc>
          <w:tcPr>
            <w:tcW w:w="1024" w:type="dxa"/>
            <w:tcBorders>
              <w:top w:val="nil"/>
              <w:left w:val="nil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F621AA" w:rsidRPr="006C56BE" w:rsidRDefault="00F621AA" w:rsidP="00F621AA">
            <w:pPr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363238" w:rsidRPr="008D776E" w:rsidTr="00B45B92">
        <w:tc>
          <w:tcPr>
            <w:tcW w:w="2629" w:type="dxa"/>
            <w:tcBorders>
              <w:top w:val="dashSmallGap" w:sz="4" w:space="0" w:color="808080" w:themeColor="background1" w:themeShade="8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446" w:type="dxa"/>
            <w:tcBorders>
              <w:top w:val="dashSmallGap" w:sz="4" w:space="0" w:color="808080" w:themeColor="background1" w:themeShade="8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3238" w:rsidRPr="00BF5963" w:rsidRDefault="00363238" w:rsidP="00363238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Contribution 2020</w:t>
            </w:r>
          </w:p>
        </w:tc>
        <w:tc>
          <w:tcPr>
            <w:tcW w:w="1023" w:type="dxa"/>
            <w:tcBorders>
              <w:top w:val="dashSmallGap" w:sz="4" w:space="0" w:color="808080" w:themeColor="background1" w:themeShade="8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3238" w:rsidRPr="00BF5963" w:rsidRDefault="00363238" w:rsidP="00363238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10 </w:t>
            </w:r>
            <w:r w:rsidRPr="00BF5963">
              <w:rPr>
                <w:rFonts w:cs="Arial"/>
                <w:color w:val="000000"/>
                <w:sz w:val="18"/>
                <w:szCs w:val="18"/>
              </w:rPr>
              <w:t>728</w:t>
            </w:r>
          </w:p>
        </w:tc>
        <w:tc>
          <w:tcPr>
            <w:tcW w:w="1024" w:type="dxa"/>
            <w:tcBorders>
              <w:top w:val="dashSmallGap" w:sz="4" w:space="0" w:color="808080" w:themeColor="background1" w:themeShade="8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3238" w:rsidRPr="00BF5963" w:rsidRDefault="00363238" w:rsidP="00363238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10</w:t>
            </w:r>
            <w:r>
              <w:rPr>
                <w:rFonts w:cs="Arial"/>
                <w:color w:val="000000"/>
                <w:sz w:val="18"/>
                <w:szCs w:val="18"/>
              </w:rPr>
              <w:t> </w:t>
            </w:r>
            <w:r w:rsidRPr="00BF5963">
              <w:rPr>
                <w:rFonts w:cs="Arial"/>
                <w:color w:val="000000"/>
                <w:sz w:val="18"/>
                <w:szCs w:val="18"/>
              </w:rPr>
              <w:t>956</w:t>
            </w:r>
          </w:p>
        </w:tc>
        <w:tc>
          <w:tcPr>
            <w:tcW w:w="1205" w:type="dxa"/>
            <w:tcBorders>
              <w:top w:val="dashSmallGap" w:sz="4" w:space="0" w:color="808080" w:themeColor="background1" w:themeShade="8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3238" w:rsidRPr="00BF5963" w:rsidRDefault="00363238" w:rsidP="00363238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2</w:t>
            </w:r>
            <w:r>
              <w:rPr>
                <w:rFonts w:cs="Arial"/>
                <w:color w:val="000000"/>
                <w:sz w:val="18"/>
                <w:szCs w:val="18"/>
              </w:rPr>
              <w:t>,</w:t>
            </w:r>
            <w:r w:rsidRPr="00BF5963">
              <w:rPr>
                <w:rFonts w:cs="Arial"/>
                <w:color w:val="000000"/>
                <w:sz w:val="18"/>
                <w:szCs w:val="18"/>
              </w:rPr>
              <w:t>54%</w:t>
            </w:r>
          </w:p>
        </w:tc>
        <w:tc>
          <w:tcPr>
            <w:tcW w:w="1444" w:type="dxa"/>
            <w:tcBorders>
              <w:top w:val="dashSmallGap" w:sz="4" w:space="0" w:color="808080" w:themeColor="background1" w:themeShade="8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3238" w:rsidRPr="00BF5963" w:rsidRDefault="00363238" w:rsidP="00363238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102%</w:t>
            </w:r>
          </w:p>
        </w:tc>
      </w:tr>
      <w:tr w:rsidR="00363238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3238" w:rsidRPr="006C56BE" w:rsidRDefault="00363238" w:rsidP="00363238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Kenya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</w:tr>
      <w:tr w:rsidR="00363238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3238" w:rsidRPr="006C56BE" w:rsidRDefault="00363238" w:rsidP="00363238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Kirghizistan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</w:tr>
      <w:tr w:rsidR="00363238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3238" w:rsidRPr="006C56BE" w:rsidRDefault="00363238" w:rsidP="00363238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Lettonie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</w:tr>
      <w:tr w:rsidR="00363238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3238" w:rsidRPr="006C56BE" w:rsidRDefault="00363238" w:rsidP="00363238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Lituanie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</w:tr>
      <w:tr w:rsidR="00B6782B" w:rsidRPr="008D776E" w:rsidTr="00962672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782B" w:rsidRPr="006C56BE" w:rsidRDefault="00B6782B" w:rsidP="00B6782B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Macédoine du Nord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782B" w:rsidRPr="00BF5963" w:rsidRDefault="00B6782B" w:rsidP="00B6782B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Contribution 2020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782B" w:rsidRPr="00BF5963" w:rsidRDefault="00B6782B" w:rsidP="00B6782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782B" w:rsidRPr="00BF5963" w:rsidRDefault="00B6782B" w:rsidP="00B6782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10 </w:t>
            </w:r>
            <w:r w:rsidRPr="00BF5963">
              <w:rPr>
                <w:rFonts w:cs="Arial"/>
                <w:color w:val="000000"/>
                <w:sz w:val="18"/>
                <w:szCs w:val="18"/>
              </w:rPr>
              <w:t>728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782B" w:rsidRPr="00BF5963" w:rsidRDefault="00B6782B" w:rsidP="00B6782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2</w:t>
            </w:r>
            <w:r>
              <w:rPr>
                <w:rFonts w:cs="Arial"/>
                <w:color w:val="000000"/>
                <w:sz w:val="18"/>
                <w:szCs w:val="18"/>
              </w:rPr>
              <w:t>,</w:t>
            </w:r>
            <w:r w:rsidRPr="00BF5963">
              <w:rPr>
                <w:rFonts w:cs="Arial"/>
                <w:color w:val="000000"/>
                <w:sz w:val="18"/>
                <w:szCs w:val="18"/>
              </w:rPr>
              <w:t>48%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782B" w:rsidRPr="00BF5963" w:rsidRDefault="00B6782B" w:rsidP="00B6782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100%</w:t>
            </w:r>
          </w:p>
        </w:tc>
      </w:tr>
      <w:tr w:rsidR="00363238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3238" w:rsidRPr="006C56BE" w:rsidRDefault="00363238" w:rsidP="00363238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Maroc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</w:tr>
      <w:tr w:rsidR="00363238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3238" w:rsidRPr="006C56BE" w:rsidRDefault="00363238" w:rsidP="00363238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Mexique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B6782B" w:rsidP="00363238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363238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3238" w:rsidRPr="006C56BE" w:rsidRDefault="00363238" w:rsidP="00363238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Monténégro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363238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3238" w:rsidRPr="006C56BE" w:rsidRDefault="00363238" w:rsidP="00363238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Nicaragua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363238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3238" w:rsidRPr="006C56BE" w:rsidRDefault="00363238" w:rsidP="00363238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Norvège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</w:tr>
      <w:tr w:rsidR="00363238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3238" w:rsidRPr="006C56BE" w:rsidRDefault="00363238" w:rsidP="00363238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Nouvelle-Zélande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</w:tr>
      <w:tr w:rsidR="00363238" w:rsidRPr="008D776E" w:rsidTr="00C73069">
        <w:tc>
          <w:tcPr>
            <w:tcW w:w="2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3238" w:rsidRPr="006C56BE" w:rsidRDefault="00363238" w:rsidP="00363238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Oman</w:t>
            </w:r>
          </w:p>
        </w:tc>
        <w:tc>
          <w:tcPr>
            <w:tcW w:w="24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EF69A7" w:rsidP="00363238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363238" w:rsidRPr="008D776E" w:rsidTr="002627B8">
        <w:tc>
          <w:tcPr>
            <w:tcW w:w="2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3238" w:rsidRPr="006C56BE" w:rsidRDefault="00363238" w:rsidP="00363238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Organisation africaine de la propriété intellectuelle</w:t>
            </w:r>
          </w:p>
        </w:tc>
        <w:tc>
          <w:tcPr>
            <w:tcW w:w="24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3238" w:rsidRPr="00C71459" w:rsidRDefault="00363238" w:rsidP="00363238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71459">
              <w:rPr>
                <w:rFonts w:cs="Arial"/>
                <w:color w:val="000000"/>
                <w:sz w:val="18"/>
                <w:szCs w:val="18"/>
              </w:rPr>
              <w:t>Contribution 2020</w:t>
            </w:r>
          </w:p>
        </w:tc>
        <w:tc>
          <w:tcPr>
            <w:tcW w:w="10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3238" w:rsidRPr="00C71459" w:rsidRDefault="00363238" w:rsidP="00363238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3238" w:rsidRPr="00C71459" w:rsidRDefault="00363238" w:rsidP="00363238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10 </w:t>
            </w:r>
            <w:r w:rsidRPr="00C71459">
              <w:rPr>
                <w:rFonts w:cs="Arial"/>
                <w:color w:val="000000"/>
                <w:sz w:val="18"/>
                <w:szCs w:val="18"/>
              </w:rPr>
              <w:t>728</w:t>
            </w: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3238" w:rsidRPr="00C71459" w:rsidRDefault="00363238" w:rsidP="00363238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1459">
              <w:rPr>
                <w:rFonts w:cs="Arial"/>
                <w:color w:val="000000"/>
                <w:sz w:val="18"/>
                <w:szCs w:val="18"/>
              </w:rPr>
              <w:t>2</w:t>
            </w:r>
            <w:r>
              <w:rPr>
                <w:rFonts w:cs="Arial"/>
                <w:color w:val="000000"/>
                <w:sz w:val="18"/>
                <w:szCs w:val="18"/>
              </w:rPr>
              <w:t>,</w:t>
            </w:r>
            <w:r w:rsidRPr="00C71459">
              <w:rPr>
                <w:rFonts w:cs="Arial"/>
                <w:color w:val="000000"/>
                <w:sz w:val="18"/>
                <w:szCs w:val="18"/>
              </w:rPr>
              <w:t>48%</w:t>
            </w:r>
          </w:p>
        </w:tc>
        <w:tc>
          <w:tcPr>
            <w:tcW w:w="14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3238" w:rsidRPr="00C71459" w:rsidRDefault="00363238" w:rsidP="00363238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1459">
              <w:rPr>
                <w:rFonts w:cs="Arial"/>
                <w:color w:val="000000"/>
                <w:sz w:val="18"/>
                <w:szCs w:val="18"/>
              </w:rPr>
              <w:t>100%</w:t>
            </w:r>
          </w:p>
        </w:tc>
      </w:tr>
      <w:tr w:rsidR="00363238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3238" w:rsidRPr="006C56BE" w:rsidRDefault="00363238" w:rsidP="00363238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Ouzbékistan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</w:tr>
      <w:tr w:rsidR="00EF69A7" w:rsidRPr="008D776E" w:rsidTr="002F595F">
        <w:tc>
          <w:tcPr>
            <w:tcW w:w="2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9A7" w:rsidRPr="006C56BE" w:rsidRDefault="00EF69A7" w:rsidP="00EF69A7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Panama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69A7" w:rsidRPr="00BF5963" w:rsidRDefault="00EF69A7" w:rsidP="00EF69A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Contribution 2020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69A7" w:rsidRPr="00BF5963" w:rsidRDefault="00EF69A7" w:rsidP="00EF69A7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69A7" w:rsidRPr="00BF5963" w:rsidRDefault="00EF69A7" w:rsidP="00EF69A7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10</w:t>
            </w:r>
            <w:r>
              <w:rPr>
                <w:rFonts w:cs="Arial"/>
                <w:color w:val="000000"/>
                <w:sz w:val="18"/>
                <w:szCs w:val="18"/>
              </w:rPr>
              <w:t> </w:t>
            </w:r>
            <w:r w:rsidRPr="00BF5963">
              <w:rPr>
                <w:rFonts w:cs="Arial"/>
                <w:color w:val="000000"/>
                <w:sz w:val="18"/>
                <w:szCs w:val="18"/>
              </w:rPr>
              <w:t>728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69A7" w:rsidRPr="00BF5963" w:rsidRDefault="00EF69A7" w:rsidP="00EF69A7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2</w:t>
            </w:r>
            <w:r>
              <w:rPr>
                <w:rFonts w:cs="Arial"/>
                <w:color w:val="000000"/>
                <w:sz w:val="18"/>
                <w:szCs w:val="18"/>
              </w:rPr>
              <w:t>,</w:t>
            </w:r>
            <w:r w:rsidRPr="00BF5963">
              <w:rPr>
                <w:rFonts w:cs="Arial"/>
                <w:color w:val="000000"/>
                <w:sz w:val="18"/>
                <w:szCs w:val="18"/>
              </w:rPr>
              <w:t>48%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69A7" w:rsidRPr="00BF5963" w:rsidRDefault="00EF69A7" w:rsidP="00EF69A7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100%</w:t>
            </w:r>
          </w:p>
        </w:tc>
      </w:tr>
      <w:tr w:rsidR="00363238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3238" w:rsidRPr="006C56BE" w:rsidRDefault="00363238" w:rsidP="00363238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Paraguay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</w:tr>
      <w:tr w:rsidR="00363238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3238" w:rsidRPr="006C56BE" w:rsidRDefault="00363238" w:rsidP="00363238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Pays-Bas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</w:tr>
      <w:tr w:rsidR="00363238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3238" w:rsidRPr="006C56BE" w:rsidRDefault="00363238" w:rsidP="00363238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Pérou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</w:tr>
      <w:tr w:rsidR="00363238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3238" w:rsidRPr="006C56BE" w:rsidRDefault="00363238" w:rsidP="00363238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Pologne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</w:tr>
      <w:tr w:rsidR="00363238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3238" w:rsidRPr="006C56BE" w:rsidRDefault="00363238" w:rsidP="00363238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Portugal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</w:tr>
      <w:tr w:rsidR="00363238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3238" w:rsidRPr="006C56BE" w:rsidRDefault="00363238" w:rsidP="00363238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République de Corée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</w:tr>
      <w:tr w:rsidR="00363238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3238" w:rsidRPr="006C56BE" w:rsidRDefault="00363238" w:rsidP="00363238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République de Moldova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</w:tr>
      <w:tr w:rsidR="00363238" w:rsidRPr="008D776E" w:rsidTr="00422370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3238" w:rsidRPr="006C56BE" w:rsidRDefault="00363238" w:rsidP="00363238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République dominicaine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3238" w:rsidRPr="00C71459" w:rsidRDefault="00363238" w:rsidP="00363238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71459">
              <w:rPr>
                <w:rFonts w:cs="Arial"/>
                <w:color w:val="000000"/>
                <w:sz w:val="18"/>
                <w:szCs w:val="18"/>
              </w:rPr>
              <w:t>Contribution 2020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(solde)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558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0,13%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5%</w:t>
            </w:r>
          </w:p>
        </w:tc>
      </w:tr>
      <w:tr w:rsidR="00363238" w:rsidRPr="008D776E" w:rsidTr="00EF69A7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3238" w:rsidRPr="006C56BE" w:rsidRDefault="00363238" w:rsidP="00363238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République tchèque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363238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</w:tr>
      <w:tr w:rsidR="00363238" w:rsidRPr="008D776E" w:rsidTr="00EF69A7">
        <w:tc>
          <w:tcPr>
            <w:tcW w:w="2629" w:type="dxa"/>
            <w:tcBorders>
              <w:top w:val="single" w:sz="8" w:space="0" w:color="auto"/>
              <w:left w:val="single" w:sz="8" w:space="0" w:color="auto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3238" w:rsidRPr="006C56BE" w:rsidRDefault="00363238" w:rsidP="00EF69A7">
            <w:pPr>
              <w:keepNext/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lastRenderedPageBreak/>
              <w:t>République-Unie de Tanzanie</w:t>
            </w:r>
          </w:p>
        </w:tc>
        <w:tc>
          <w:tcPr>
            <w:tcW w:w="2446" w:type="dxa"/>
            <w:tcBorders>
              <w:top w:val="single" w:sz="8" w:space="0" w:color="auto"/>
              <w:left w:val="nil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EF69A7">
            <w:pPr>
              <w:keepNext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Contribution 2018 (solde)</w:t>
            </w:r>
          </w:p>
        </w:tc>
        <w:tc>
          <w:tcPr>
            <w:tcW w:w="1023" w:type="dxa"/>
            <w:tcBorders>
              <w:top w:val="single" w:sz="8" w:space="0" w:color="auto"/>
              <w:left w:val="nil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EF69A7">
            <w:pPr>
              <w:keepNext/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 xml:space="preserve">9 988 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EF69A7">
            <w:pPr>
              <w:keepNext/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EF69A7">
            <w:pPr>
              <w:keepNext/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single" w:sz="8" w:space="0" w:color="auto"/>
              <w:left w:val="nil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363238" w:rsidRPr="006C56BE" w:rsidRDefault="00363238" w:rsidP="00EF69A7">
            <w:pPr>
              <w:keepNext/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</w:tr>
      <w:tr w:rsidR="00EF69A7" w:rsidRPr="008D776E" w:rsidTr="00EF69A7">
        <w:tc>
          <w:tcPr>
            <w:tcW w:w="2629" w:type="dxa"/>
            <w:tcBorders>
              <w:top w:val="dashSmallGap" w:sz="4" w:space="0" w:color="808080" w:themeColor="background1" w:themeShade="80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446" w:type="dxa"/>
            <w:tcBorders>
              <w:top w:val="dashSmallGap" w:sz="4" w:space="0" w:color="808080" w:themeColor="background1" w:themeShade="80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Contribution 2019</w:t>
            </w:r>
          </w:p>
        </w:tc>
        <w:tc>
          <w:tcPr>
            <w:tcW w:w="1023" w:type="dxa"/>
            <w:tcBorders>
              <w:top w:val="dashSmallGap" w:sz="4" w:space="0" w:color="808080" w:themeColor="background1" w:themeShade="80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 xml:space="preserve">10 728 </w:t>
            </w:r>
          </w:p>
        </w:tc>
        <w:tc>
          <w:tcPr>
            <w:tcW w:w="1024" w:type="dxa"/>
            <w:tcBorders>
              <w:top w:val="dashSmallGap" w:sz="4" w:space="0" w:color="808080" w:themeColor="background1" w:themeShade="80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dashSmallGap" w:sz="4" w:space="0" w:color="808080" w:themeColor="background1" w:themeShade="80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dashSmallGap" w:sz="4" w:space="0" w:color="808080" w:themeColor="background1" w:themeShade="80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EF69A7" w:rsidRPr="008D776E" w:rsidTr="006A5DB3">
        <w:tc>
          <w:tcPr>
            <w:tcW w:w="26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69A7" w:rsidRPr="00D02FF1" w:rsidRDefault="00EF69A7" w:rsidP="00EF69A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02FF1">
              <w:rPr>
                <w:rFonts w:cs="Arial"/>
                <w:color w:val="000000"/>
                <w:sz w:val="18"/>
                <w:szCs w:val="18"/>
              </w:rPr>
              <w:t>Contribution 2020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69A7" w:rsidRPr="00D02FF1" w:rsidRDefault="00EF69A7" w:rsidP="00EF69A7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D02FF1">
              <w:rPr>
                <w:rFonts w:cs="Arial"/>
                <w:color w:val="000000"/>
                <w:sz w:val="18"/>
                <w:szCs w:val="18"/>
              </w:rPr>
              <w:t>10</w:t>
            </w:r>
            <w:r>
              <w:rPr>
                <w:rFonts w:cs="Arial"/>
                <w:color w:val="000000"/>
                <w:sz w:val="18"/>
                <w:szCs w:val="18"/>
              </w:rPr>
              <w:t> </w:t>
            </w:r>
            <w:r w:rsidRPr="00D02FF1">
              <w:rPr>
                <w:rFonts w:cs="Arial"/>
                <w:color w:val="000000"/>
                <w:sz w:val="18"/>
                <w:szCs w:val="18"/>
              </w:rPr>
              <w:t>728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69A7" w:rsidRPr="00D02FF1" w:rsidRDefault="00EF69A7" w:rsidP="00EF69A7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D02FF1">
              <w:rPr>
                <w:rFonts w:cs="Arial"/>
                <w:color w:val="000000"/>
                <w:sz w:val="18"/>
                <w:szCs w:val="18"/>
              </w:rPr>
              <w:t>31</w:t>
            </w:r>
            <w:r>
              <w:rPr>
                <w:rFonts w:cs="Arial"/>
                <w:color w:val="000000"/>
                <w:sz w:val="18"/>
                <w:szCs w:val="18"/>
              </w:rPr>
              <w:t> </w:t>
            </w:r>
            <w:r w:rsidRPr="00D02FF1">
              <w:rPr>
                <w:rFonts w:cs="Arial"/>
                <w:color w:val="000000"/>
                <w:sz w:val="18"/>
                <w:szCs w:val="18"/>
              </w:rPr>
              <w:t>444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69A7" w:rsidRPr="00D02FF1" w:rsidRDefault="00EF69A7" w:rsidP="00EF69A7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D02FF1">
              <w:rPr>
                <w:rFonts w:cs="Arial"/>
                <w:color w:val="000000"/>
                <w:sz w:val="18"/>
                <w:szCs w:val="18"/>
              </w:rPr>
              <w:t>7</w:t>
            </w:r>
            <w:r>
              <w:rPr>
                <w:rFonts w:cs="Arial"/>
                <w:color w:val="000000"/>
                <w:sz w:val="18"/>
                <w:szCs w:val="18"/>
              </w:rPr>
              <w:t>,</w:t>
            </w:r>
            <w:r w:rsidRPr="00D02FF1">
              <w:rPr>
                <w:rFonts w:cs="Arial"/>
                <w:color w:val="000000"/>
                <w:sz w:val="18"/>
                <w:szCs w:val="18"/>
              </w:rPr>
              <w:t>28%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F69A7" w:rsidRPr="00D02FF1" w:rsidRDefault="00EF69A7" w:rsidP="00EF69A7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D02FF1">
              <w:rPr>
                <w:rFonts w:cs="Arial"/>
                <w:color w:val="000000"/>
                <w:sz w:val="18"/>
                <w:szCs w:val="18"/>
              </w:rPr>
              <w:t>293%</w:t>
            </w:r>
          </w:p>
        </w:tc>
      </w:tr>
      <w:tr w:rsidR="00EF69A7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9A7" w:rsidRPr="006C56BE" w:rsidRDefault="00EF69A7" w:rsidP="00EF69A7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Roumanie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</w:tr>
      <w:tr w:rsidR="00EF69A7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9A7" w:rsidRPr="006C56BE" w:rsidRDefault="00EF69A7" w:rsidP="00EF69A7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Royaume-Uni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</w:tr>
      <w:tr w:rsidR="00EF69A7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9A7" w:rsidRPr="006C56BE" w:rsidRDefault="00EF69A7" w:rsidP="00EF69A7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Serbie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</w:tr>
      <w:tr w:rsidR="00EF69A7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9A7" w:rsidRPr="006C56BE" w:rsidRDefault="00EF69A7" w:rsidP="00EF69A7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Singapour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</w:tr>
      <w:tr w:rsidR="00EF69A7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9A7" w:rsidRPr="006C56BE" w:rsidRDefault="00EF69A7" w:rsidP="00EF69A7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Slovaquie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</w:tr>
      <w:tr w:rsidR="00EF69A7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9A7" w:rsidRPr="006C56BE" w:rsidRDefault="00EF69A7" w:rsidP="00EF69A7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Slovénie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</w:tr>
      <w:tr w:rsidR="00E82F54" w:rsidRPr="008D776E" w:rsidTr="0084758B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2F54" w:rsidRPr="006C56BE" w:rsidRDefault="00E82F54" w:rsidP="00E82F54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Suède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2F54" w:rsidRPr="00BF5963" w:rsidRDefault="00E82F54" w:rsidP="00E82F54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Contribution 2020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2F54" w:rsidRPr="00BF5963" w:rsidRDefault="00E82F54" w:rsidP="00E82F5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2F54" w:rsidRPr="00BF5963" w:rsidRDefault="00E82F54" w:rsidP="00E82F5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80</w:t>
            </w:r>
            <w:r>
              <w:rPr>
                <w:rFonts w:cs="Arial"/>
                <w:color w:val="000000"/>
                <w:sz w:val="18"/>
                <w:szCs w:val="18"/>
              </w:rPr>
              <w:t> </w:t>
            </w:r>
            <w:r w:rsidRPr="00BF5963">
              <w:rPr>
                <w:rFonts w:cs="Arial"/>
                <w:color w:val="000000"/>
                <w:sz w:val="18"/>
                <w:szCs w:val="18"/>
              </w:rPr>
              <w:t>462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2F54" w:rsidRPr="00BF5963" w:rsidRDefault="00E82F54" w:rsidP="00E82F5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18</w:t>
            </w:r>
            <w:r>
              <w:rPr>
                <w:rFonts w:cs="Arial"/>
                <w:color w:val="000000"/>
                <w:sz w:val="18"/>
                <w:szCs w:val="18"/>
              </w:rPr>
              <w:t>,</w:t>
            </w:r>
            <w:r w:rsidRPr="00BF5963">
              <w:rPr>
                <w:rFonts w:cs="Arial"/>
                <w:color w:val="000000"/>
                <w:sz w:val="18"/>
                <w:szCs w:val="18"/>
              </w:rPr>
              <w:t>63%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2F54" w:rsidRPr="00BF5963" w:rsidRDefault="00E82F54" w:rsidP="00E82F54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100%</w:t>
            </w:r>
          </w:p>
        </w:tc>
      </w:tr>
      <w:tr w:rsidR="00EF69A7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9A7" w:rsidRPr="006C56BE" w:rsidRDefault="00EF69A7" w:rsidP="00EF69A7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Suisse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</w:tr>
      <w:tr w:rsidR="00EF69A7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9A7" w:rsidRPr="006C56BE" w:rsidRDefault="00EF69A7" w:rsidP="00EF69A7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Trinité-et-Tobago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</w:tr>
      <w:tr w:rsidR="00EF69A7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9A7" w:rsidRPr="006C56BE" w:rsidRDefault="00EF69A7" w:rsidP="00EF69A7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Tunisie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</w:tr>
      <w:tr w:rsidR="00EF69A7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9A7" w:rsidRPr="006C56BE" w:rsidRDefault="00EF69A7" w:rsidP="00EF69A7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Turquie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</w:tr>
      <w:tr w:rsidR="00EF69A7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69A7" w:rsidRPr="006C56BE" w:rsidRDefault="00EF69A7" w:rsidP="00EF69A7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Ukraine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Contribution 2014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 xml:space="preserve">10 728 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</w:tr>
      <w:tr w:rsidR="00EF69A7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EF69A7" w:rsidRPr="006C56BE" w:rsidRDefault="00EF69A7" w:rsidP="00EF69A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Contribution 2015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 xml:space="preserve">10 728 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F69A7" w:rsidRPr="006C56BE" w:rsidRDefault="00EF69A7" w:rsidP="00EF69A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</w:tr>
      <w:tr w:rsidR="00EF69A7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EF69A7" w:rsidRPr="006C56BE" w:rsidRDefault="00EF69A7" w:rsidP="00EF69A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Contribution 2016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 xml:space="preserve">10 728 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F69A7" w:rsidRPr="006C56BE" w:rsidRDefault="00EF69A7" w:rsidP="00EF69A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</w:tr>
      <w:tr w:rsidR="00EF69A7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EF69A7" w:rsidRPr="006C56BE" w:rsidRDefault="00EF69A7" w:rsidP="00EF69A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Contribution 2017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 xml:space="preserve">10 728 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</w:tr>
      <w:tr w:rsidR="00EF69A7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EF69A7" w:rsidRPr="006C56BE" w:rsidRDefault="00EF69A7" w:rsidP="00EF69A7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Contribution 2018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 xml:space="preserve">10 728 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F69A7" w:rsidRPr="006C56BE" w:rsidRDefault="00EF69A7" w:rsidP="00EF69A7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 </w:t>
            </w:r>
          </w:p>
        </w:tc>
      </w:tr>
      <w:tr w:rsidR="00B02C5C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B02C5C" w:rsidRPr="006C56BE" w:rsidRDefault="00B02C5C" w:rsidP="00B02C5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02C5C" w:rsidRPr="006C56BE" w:rsidRDefault="00B02C5C" w:rsidP="00B02C5C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Contribution 2019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02C5C" w:rsidRPr="006C56BE" w:rsidRDefault="00B02C5C" w:rsidP="00B02C5C">
            <w:pPr>
              <w:jc w:val="righ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 xml:space="preserve">10 728 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02C5C" w:rsidRPr="006C56BE" w:rsidRDefault="00B02C5C" w:rsidP="00B02C5C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02C5C" w:rsidRPr="006C56BE" w:rsidRDefault="00B02C5C" w:rsidP="00B02C5C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02C5C" w:rsidRPr="006C56BE" w:rsidRDefault="00B02C5C" w:rsidP="00B02C5C">
            <w:pPr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B02C5C" w:rsidRPr="008D776E" w:rsidTr="00A37482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2C5C" w:rsidRPr="006C56BE" w:rsidRDefault="00B02C5C" w:rsidP="00B02C5C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C5C" w:rsidRPr="00BF5963" w:rsidRDefault="00B02C5C" w:rsidP="00B02C5C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Contribution 2020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C5C" w:rsidRPr="00BF5963" w:rsidRDefault="00B02C5C" w:rsidP="00B02C5C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10</w:t>
            </w:r>
            <w:r>
              <w:rPr>
                <w:rFonts w:cs="Arial"/>
                <w:color w:val="000000"/>
                <w:sz w:val="18"/>
                <w:szCs w:val="18"/>
              </w:rPr>
              <w:t> </w:t>
            </w:r>
            <w:r w:rsidRPr="00BF5963">
              <w:rPr>
                <w:rFonts w:cs="Arial"/>
                <w:color w:val="000000"/>
                <w:sz w:val="18"/>
                <w:szCs w:val="18"/>
              </w:rPr>
              <w:t>728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C5C" w:rsidRPr="00BF5963" w:rsidRDefault="00B02C5C" w:rsidP="00B02C5C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75</w:t>
            </w:r>
            <w:r>
              <w:rPr>
                <w:rFonts w:cs="Arial"/>
                <w:color w:val="000000"/>
                <w:sz w:val="18"/>
                <w:szCs w:val="18"/>
              </w:rPr>
              <w:t> </w:t>
            </w:r>
            <w:r w:rsidRPr="00BF5963">
              <w:rPr>
                <w:rFonts w:cs="Arial"/>
                <w:color w:val="000000"/>
                <w:sz w:val="18"/>
                <w:szCs w:val="18"/>
              </w:rPr>
              <w:t>096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C5C" w:rsidRPr="00BF5963" w:rsidRDefault="00B02C5C" w:rsidP="00B02C5C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17</w:t>
            </w:r>
            <w:r>
              <w:rPr>
                <w:rFonts w:cs="Arial"/>
                <w:color w:val="000000"/>
                <w:sz w:val="18"/>
                <w:szCs w:val="18"/>
              </w:rPr>
              <w:t>,</w:t>
            </w:r>
            <w:r w:rsidRPr="00BF5963">
              <w:rPr>
                <w:rFonts w:cs="Arial"/>
                <w:color w:val="000000"/>
                <w:sz w:val="18"/>
                <w:szCs w:val="18"/>
              </w:rPr>
              <w:t>39%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02C5C" w:rsidRPr="00BF5963" w:rsidRDefault="00B02C5C" w:rsidP="00B02C5C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F5963">
              <w:rPr>
                <w:rFonts w:cs="Arial"/>
                <w:color w:val="000000"/>
                <w:sz w:val="18"/>
                <w:szCs w:val="18"/>
              </w:rPr>
              <w:t>700%</w:t>
            </w:r>
          </w:p>
        </w:tc>
      </w:tr>
      <w:tr w:rsidR="00B02C5C" w:rsidRPr="008D776E" w:rsidTr="00C73069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2C5C" w:rsidRPr="006C56BE" w:rsidRDefault="00B02C5C" w:rsidP="00B02C5C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Union européenne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2C5C" w:rsidRPr="006C56BE" w:rsidRDefault="00B02C5C" w:rsidP="00B02C5C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2C5C" w:rsidRPr="006C56BE" w:rsidRDefault="00B02C5C" w:rsidP="00B02C5C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2C5C" w:rsidRPr="006C56BE" w:rsidRDefault="00B02C5C" w:rsidP="00B02C5C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2C5C" w:rsidRPr="006C56BE" w:rsidRDefault="00B02C5C" w:rsidP="00B02C5C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2C5C" w:rsidRPr="006C56BE" w:rsidRDefault="00B02C5C" w:rsidP="00B02C5C">
            <w:pPr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69373E" w:rsidRPr="008D776E" w:rsidTr="0069373E"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73E" w:rsidRPr="006C56BE" w:rsidRDefault="0069373E" w:rsidP="0069373E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Uruguay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9373E" w:rsidRPr="00D02FF1" w:rsidRDefault="0069373E" w:rsidP="0069373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02FF1">
              <w:rPr>
                <w:rFonts w:cs="Arial"/>
                <w:color w:val="000000"/>
                <w:sz w:val="18"/>
                <w:szCs w:val="18"/>
              </w:rPr>
              <w:t>Contribution 2020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9373E" w:rsidRPr="00D02FF1" w:rsidRDefault="0069373E" w:rsidP="0069373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9373E" w:rsidRPr="00D02FF1" w:rsidRDefault="0069373E" w:rsidP="0069373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D02FF1">
              <w:rPr>
                <w:rFonts w:cs="Arial"/>
                <w:color w:val="000000"/>
                <w:sz w:val="18"/>
                <w:szCs w:val="18"/>
              </w:rPr>
              <w:t>10</w:t>
            </w:r>
            <w:r>
              <w:rPr>
                <w:rFonts w:cs="Arial"/>
                <w:color w:val="000000"/>
                <w:sz w:val="18"/>
                <w:szCs w:val="18"/>
              </w:rPr>
              <w:t> </w:t>
            </w:r>
            <w:r w:rsidRPr="00D02FF1">
              <w:rPr>
                <w:rFonts w:cs="Arial"/>
                <w:color w:val="000000"/>
                <w:sz w:val="18"/>
                <w:szCs w:val="18"/>
              </w:rPr>
              <w:t>728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9373E" w:rsidRPr="00D02FF1" w:rsidRDefault="0069373E" w:rsidP="0069373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D02FF1">
              <w:rPr>
                <w:rFonts w:cs="Arial"/>
                <w:color w:val="000000"/>
                <w:sz w:val="18"/>
                <w:szCs w:val="18"/>
              </w:rPr>
              <w:t>2</w:t>
            </w:r>
            <w:r>
              <w:rPr>
                <w:rFonts w:cs="Arial"/>
                <w:color w:val="000000"/>
                <w:sz w:val="18"/>
                <w:szCs w:val="18"/>
              </w:rPr>
              <w:t>,</w:t>
            </w:r>
            <w:r w:rsidRPr="00D02FF1">
              <w:rPr>
                <w:rFonts w:cs="Arial"/>
                <w:color w:val="000000"/>
                <w:sz w:val="18"/>
                <w:szCs w:val="18"/>
              </w:rPr>
              <w:t>48%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9373E" w:rsidRPr="00D02FF1" w:rsidRDefault="0069373E" w:rsidP="0069373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D02FF1">
              <w:rPr>
                <w:rFonts w:cs="Arial"/>
                <w:color w:val="000000"/>
                <w:sz w:val="18"/>
                <w:szCs w:val="18"/>
              </w:rPr>
              <w:t>100%</w:t>
            </w:r>
          </w:p>
        </w:tc>
      </w:tr>
      <w:tr w:rsidR="00B02C5C" w:rsidRPr="008D776E" w:rsidTr="0069373E">
        <w:tc>
          <w:tcPr>
            <w:tcW w:w="2629" w:type="dxa"/>
            <w:tcBorders>
              <w:top w:val="single" w:sz="8" w:space="0" w:color="auto"/>
              <w:left w:val="single" w:sz="8" w:space="0" w:color="auto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2C5C" w:rsidRPr="006C56BE" w:rsidRDefault="00B02C5C" w:rsidP="00B02C5C">
            <w:pPr>
              <w:jc w:val="left"/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Viet Nam</w:t>
            </w:r>
          </w:p>
        </w:tc>
        <w:tc>
          <w:tcPr>
            <w:tcW w:w="2446" w:type="dxa"/>
            <w:tcBorders>
              <w:top w:val="single" w:sz="8" w:space="0" w:color="auto"/>
              <w:left w:val="nil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B02C5C" w:rsidRPr="006C56BE" w:rsidRDefault="00B02C5C" w:rsidP="00B02C5C">
            <w:pPr>
              <w:rPr>
                <w:rFonts w:cs="Arial"/>
                <w:sz w:val="18"/>
                <w:szCs w:val="18"/>
              </w:rPr>
            </w:pPr>
            <w:r w:rsidRPr="006C56BE">
              <w:rPr>
                <w:rFonts w:cs="Arial"/>
                <w:sz w:val="18"/>
                <w:szCs w:val="18"/>
              </w:rPr>
              <w:t>Contribution 2019</w:t>
            </w:r>
          </w:p>
        </w:tc>
        <w:tc>
          <w:tcPr>
            <w:tcW w:w="1023" w:type="dxa"/>
            <w:tcBorders>
              <w:top w:val="single" w:sz="8" w:space="0" w:color="auto"/>
              <w:left w:val="nil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B02C5C" w:rsidRPr="006C56BE" w:rsidRDefault="00B02C5C" w:rsidP="00B02C5C">
            <w:pPr>
              <w:jc w:val="right"/>
              <w:rPr>
                <w:rFonts w:cs="Arial"/>
                <w:sz w:val="18"/>
                <w:szCs w:val="18"/>
              </w:rPr>
            </w:pPr>
            <w:bookmarkStart w:id="2" w:name="_GoBack"/>
            <w:bookmarkEnd w:id="2"/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B02C5C" w:rsidRPr="006C56BE" w:rsidRDefault="00B02C5C" w:rsidP="00B02C5C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B02C5C" w:rsidRPr="006C56BE" w:rsidRDefault="00B02C5C" w:rsidP="00B02C5C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8" w:space="0" w:color="auto"/>
              <w:left w:val="nil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center"/>
          </w:tcPr>
          <w:p w:rsidR="00B02C5C" w:rsidRPr="006C56BE" w:rsidRDefault="00B02C5C" w:rsidP="00B02C5C">
            <w:pPr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69373E" w:rsidRPr="008D776E" w:rsidTr="00DE4E6F">
        <w:tc>
          <w:tcPr>
            <w:tcW w:w="2629" w:type="dxa"/>
            <w:tcBorders>
              <w:top w:val="dashSmallGap" w:sz="4" w:space="0" w:color="808080" w:themeColor="background1" w:themeShade="8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373E" w:rsidRPr="006C56BE" w:rsidRDefault="0069373E" w:rsidP="0069373E">
            <w:pPr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446" w:type="dxa"/>
            <w:tcBorders>
              <w:top w:val="dashSmallGap" w:sz="4" w:space="0" w:color="808080" w:themeColor="background1" w:themeShade="8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9373E" w:rsidRPr="00D02FF1" w:rsidRDefault="0069373E" w:rsidP="0069373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D02FF1">
              <w:rPr>
                <w:rFonts w:cs="Arial"/>
                <w:color w:val="000000"/>
                <w:sz w:val="18"/>
                <w:szCs w:val="18"/>
              </w:rPr>
              <w:t>Contribution 2020</w:t>
            </w:r>
          </w:p>
        </w:tc>
        <w:tc>
          <w:tcPr>
            <w:tcW w:w="1023" w:type="dxa"/>
            <w:tcBorders>
              <w:top w:val="dashSmallGap" w:sz="4" w:space="0" w:color="808080" w:themeColor="background1" w:themeShade="8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9373E" w:rsidRPr="00D02FF1" w:rsidRDefault="0069373E" w:rsidP="0069373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D02FF1">
              <w:rPr>
                <w:rFonts w:cs="Arial"/>
                <w:color w:val="000000"/>
                <w:sz w:val="18"/>
                <w:szCs w:val="18"/>
              </w:rPr>
              <w:t>10</w:t>
            </w:r>
            <w:r>
              <w:rPr>
                <w:rFonts w:cs="Arial"/>
                <w:color w:val="000000"/>
                <w:sz w:val="18"/>
                <w:szCs w:val="18"/>
              </w:rPr>
              <w:t> </w:t>
            </w:r>
            <w:r w:rsidRPr="00D02FF1">
              <w:rPr>
                <w:rFonts w:cs="Arial"/>
                <w:color w:val="000000"/>
                <w:sz w:val="18"/>
                <w:szCs w:val="18"/>
              </w:rPr>
              <w:t>728</w:t>
            </w:r>
          </w:p>
        </w:tc>
        <w:tc>
          <w:tcPr>
            <w:tcW w:w="1024" w:type="dxa"/>
            <w:tcBorders>
              <w:top w:val="dashSmallGap" w:sz="4" w:space="0" w:color="808080" w:themeColor="background1" w:themeShade="8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9373E" w:rsidRPr="00D02FF1" w:rsidRDefault="0069373E" w:rsidP="0069373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D02FF1">
              <w:rPr>
                <w:rFonts w:cs="Arial"/>
                <w:color w:val="000000"/>
                <w:sz w:val="18"/>
                <w:szCs w:val="18"/>
              </w:rPr>
              <w:t>21</w:t>
            </w:r>
            <w:r>
              <w:rPr>
                <w:rFonts w:cs="Arial"/>
                <w:color w:val="000000"/>
                <w:sz w:val="18"/>
                <w:szCs w:val="18"/>
              </w:rPr>
              <w:t> </w:t>
            </w:r>
            <w:r w:rsidRPr="00D02FF1">
              <w:rPr>
                <w:rFonts w:cs="Arial"/>
                <w:color w:val="000000"/>
                <w:sz w:val="18"/>
                <w:szCs w:val="18"/>
              </w:rPr>
              <w:t>456</w:t>
            </w:r>
          </w:p>
        </w:tc>
        <w:tc>
          <w:tcPr>
            <w:tcW w:w="1205" w:type="dxa"/>
            <w:tcBorders>
              <w:top w:val="dashSmallGap" w:sz="4" w:space="0" w:color="808080" w:themeColor="background1" w:themeShade="8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9373E" w:rsidRPr="00D02FF1" w:rsidRDefault="0069373E" w:rsidP="0069373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D02FF1">
              <w:rPr>
                <w:rFonts w:cs="Arial"/>
                <w:color w:val="000000"/>
                <w:sz w:val="18"/>
                <w:szCs w:val="18"/>
              </w:rPr>
              <w:t>4</w:t>
            </w:r>
            <w:r>
              <w:rPr>
                <w:rFonts w:cs="Arial"/>
                <w:color w:val="000000"/>
                <w:sz w:val="18"/>
                <w:szCs w:val="18"/>
              </w:rPr>
              <w:t>,</w:t>
            </w:r>
            <w:r w:rsidRPr="00D02FF1">
              <w:rPr>
                <w:rFonts w:cs="Arial"/>
                <w:color w:val="000000"/>
                <w:sz w:val="18"/>
                <w:szCs w:val="18"/>
              </w:rPr>
              <w:t>97%</w:t>
            </w:r>
          </w:p>
        </w:tc>
        <w:tc>
          <w:tcPr>
            <w:tcW w:w="1444" w:type="dxa"/>
            <w:tcBorders>
              <w:top w:val="dashSmallGap" w:sz="4" w:space="0" w:color="808080" w:themeColor="background1" w:themeShade="8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9373E" w:rsidRPr="00D02FF1" w:rsidRDefault="0069373E" w:rsidP="0069373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D02FF1">
              <w:rPr>
                <w:rFonts w:cs="Arial"/>
                <w:color w:val="000000"/>
                <w:sz w:val="18"/>
                <w:szCs w:val="18"/>
              </w:rPr>
              <w:t>200%</w:t>
            </w:r>
          </w:p>
        </w:tc>
      </w:tr>
      <w:tr w:rsidR="00B02C5C" w:rsidRPr="008D776E" w:rsidTr="00C73069">
        <w:tc>
          <w:tcPr>
            <w:tcW w:w="2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  <w:hideMark/>
          </w:tcPr>
          <w:p w:rsidR="00B02C5C" w:rsidRPr="006C56BE" w:rsidRDefault="00B02C5C" w:rsidP="00B02C5C">
            <w:pPr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6C56BE">
              <w:rPr>
                <w:rFonts w:cs="Arial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24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</w:tcPr>
          <w:p w:rsidR="00B02C5C" w:rsidRPr="006C56BE" w:rsidRDefault="00B02C5C" w:rsidP="00B02C5C">
            <w:pPr>
              <w:jc w:val="left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  <w:vAlign w:val="center"/>
          </w:tcPr>
          <w:p w:rsidR="00B02C5C" w:rsidRPr="006C56BE" w:rsidRDefault="00B02C5C" w:rsidP="00B02C5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</w:tcPr>
          <w:p w:rsidR="00B02C5C" w:rsidRPr="006C56BE" w:rsidRDefault="0069373E" w:rsidP="00B02C5C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431 858</w:t>
            </w: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</w:tcPr>
          <w:p w:rsidR="00B02C5C" w:rsidRPr="006C56BE" w:rsidRDefault="00B02C5C" w:rsidP="00B02C5C">
            <w:pPr>
              <w:jc w:val="right"/>
              <w:rPr>
                <w:rFonts w:cs="Arial"/>
                <w:b/>
                <w:sz w:val="18"/>
                <w:szCs w:val="18"/>
              </w:rPr>
            </w:pPr>
            <w:r w:rsidRPr="006C56BE">
              <w:rPr>
                <w:rFonts w:cs="Arial"/>
                <w:b/>
                <w:sz w:val="18"/>
                <w:szCs w:val="18"/>
              </w:rPr>
              <w:t>100%</w:t>
            </w:r>
          </w:p>
        </w:tc>
        <w:tc>
          <w:tcPr>
            <w:tcW w:w="1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</w:tcPr>
          <w:p w:rsidR="00B02C5C" w:rsidRPr="006C56BE" w:rsidRDefault="00B02C5C" w:rsidP="00B02C5C">
            <w:pPr>
              <w:jc w:val="left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5C7EEA" w:rsidRPr="00613CEF" w:rsidRDefault="005C7EEA" w:rsidP="005C7EEA">
      <w:pPr>
        <w:pStyle w:val="BodyText"/>
      </w:pPr>
    </w:p>
    <w:p w:rsidR="005C7EEA" w:rsidRPr="00613CEF" w:rsidRDefault="005C7EEA" w:rsidP="005C7EEA">
      <w:pPr>
        <w:pStyle w:val="BodyText"/>
      </w:pPr>
    </w:p>
    <w:p w:rsidR="005C7EEA" w:rsidRPr="008D776E" w:rsidRDefault="005C7EEA" w:rsidP="005C7EEA">
      <w:pPr>
        <w:pStyle w:val="BodyText"/>
      </w:pPr>
      <w:r w:rsidRPr="00613CEF">
        <w:fldChar w:fldCharType="begin"/>
      </w:r>
      <w:r w:rsidRPr="00613CEF">
        <w:instrText xml:space="preserve"> AUTONUM  </w:instrText>
      </w:r>
      <w:r w:rsidRPr="00613CEF">
        <w:fldChar w:fldCharType="end"/>
      </w:r>
      <w:r w:rsidRPr="00613CEF">
        <w:tab/>
      </w:r>
      <w:r w:rsidRPr="008D776E">
        <w:t>Le Conseil sera informé de tout paiement reçu par le Bureau de l</w:t>
      </w:r>
      <w:r>
        <w:t>’</w:t>
      </w:r>
      <w:r w:rsidRPr="008D776E">
        <w:t>Union entre le</w:t>
      </w:r>
      <w:r>
        <w:t xml:space="preserve"> 1</w:t>
      </w:r>
      <w:r w:rsidRPr="008D1479">
        <w:rPr>
          <w:vertAlign w:val="superscript"/>
        </w:rPr>
        <w:t>er</w:t>
      </w:r>
      <w:r>
        <w:t> </w:t>
      </w:r>
      <w:r w:rsidRPr="008D776E">
        <w:t>octobre et le</w:t>
      </w:r>
      <w:r>
        <w:t xml:space="preserve"> </w:t>
      </w:r>
      <w:r w:rsidR="009D7BEA">
        <w:t>29</w:t>
      </w:r>
      <w:r>
        <w:t xml:space="preserve"> octobre </w:t>
      </w:r>
      <w:r w:rsidR="009D7BEA">
        <w:t>2020</w:t>
      </w:r>
      <w:r w:rsidRPr="008D776E">
        <w:t xml:space="preserve"> lorsqu</w:t>
      </w:r>
      <w:r>
        <w:t>’</w:t>
      </w:r>
      <w:r w:rsidRPr="008D776E">
        <w:t>il examinera le présent document.</w:t>
      </w:r>
    </w:p>
    <w:p w:rsidR="005C7EEA" w:rsidRPr="008D776E" w:rsidRDefault="005C7EEA" w:rsidP="005C7EEA">
      <w:pPr>
        <w:pStyle w:val="BodyText"/>
      </w:pPr>
    </w:p>
    <w:p w:rsidR="005C7EEA" w:rsidRPr="008D776E" w:rsidRDefault="005C7EEA" w:rsidP="005C7EEA">
      <w:pPr>
        <w:pStyle w:val="BodyText"/>
      </w:pPr>
      <w:r w:rsidRPr="008D776E">
        <w:fldChar w:fldCharType="begin"/>
      </w:r>
      <w:r w:rsidRPr="008D776E">
        <w:instrText xml:space="preserve"> AUTONUM  </w:instrText>
      </w:r>
      <w:r w:rsidRPr="008D776E">
        <w:fldChar w:fldCharType="end"/>
      </w:r>
      <w:r w:rsidRPr="008D776E">
        <w:tab/>
        <w:t>La liste des membres de l</w:t>
      </w:r>
      <w:r>
        <w:t>’</w:t>
      </w:r>
      <w:r w:rsidRPr="008D776E">
        <w:t>Union qui auront perdu leur droit de vote à la date du</w:t>
      </w:r>
      <w:r>
        <w:t xml:space="preserve"> </w:t>
      </w:r>
      <w:r w:rsidR="009D7BEA">
        <w:t>29</w:t>
      </w:r>
      <w:r>
        <w:t xml:space="preserve"> octobre </w:t>
      </w:r>
      <w:r w:rsidR="009D7BEA">
        <w:t>2020</w:t>
      </w:r>
      <w:r w:rsidRPr="008D776E">
        <w:t xml:space="preserve"> sera communiquée sur demande.</w:t>
      </w:r>
    </w:p>
    <w:p w:rsidR="005C7EEA" w:rsidRPr="008D776E" w:rsidRDefault="005C7EEA" w:rsidP="005C7EEA">
      <w:pPr>
        <w:pStyle w:val="BodyText"/>
      </w:pPr>
    </w:p>
    <w:p w:rsidR="005C7EEA" w:rsidRPr="008D776E" w:rsidRDefault="005C7EEA" w:rsidP="005C7EEA">
      <w:pPr>
        <w:pStyle w:val="DecisionParagraphs"/>
      </w:pPr>
      <w:r w:rsidRPr="008D776E">
        <w:fldChar w:fldCharType="begin"/>
      </w:r>
      <w:r w:rsidRPr="008D776E">
        <w:instrText xml:space="preserve"> AUTONUM  </w:instrText>
      </w:r>
      <w:r w:rsidRPr="008D776E">
        <w:fldChar w:fldCharType="end"/>
      </w:r>
      <w:r w:rsidRPr="008D776E">
        <w:tab/>
        <w:t>Le Conseil est invité à prendre note de l</w:t>
      </w:r>
      <w:r>
        <w:t>’</w:t>
      </w:r>
      <w:r w:rsidRPr="008D776E">
        <w:t>état du paiement des contributions au 30</w:t>
      </w:r>
      <w:r>
        <w:t> </w:t>
      </w:r>
      <w:r w:rsidRPr="008D776E">
        <w:t>septembre</w:t>
      </w:r>
      <w:r>
        <w:t> </w:t>
      </w:r>
      <w:r w:rsidR="009D7BEA">
        <w:t>2020</w:t>
      </w:r>
      <w:r w:rsidRPr="008D776E">
        <w:t>.</w:t>
      </w:r>
    </w:p>
    <w:p w:rsidR="005C7EEA" w:rsidRPr="008D776E" w:rsidRDefault="005C7EEA" w:rsidP="005C7EEA"/>
    <w:p w:rsidR="005C7EEA" w:rsidRPr="008D776E" w:rsidRDefault="005C7EEA" w:rsidP="005C7EEA"/>
    <w:p w:rsidR="005C7EEA" w:rsidRPr="008D776E" w:rsidRDefault="005C7EEA" w:rsidP="005C7EEA"/>
    <w:p w:rsidR="005C7EEA" w:rsidRPr="008D776E" w:rsidRDefault="005C7EEA" w:rsidP="005C7EEA">
      <w:pPr>
        <w:jc w:val="right"/>
      </w:pPr>
      <w:r w:rsidRPr="008D776E">
        <w:t>[Fin du document]</w:t>
      </w:r>
    </w:p>
    <w:p w:rsidR="00050E16" w:rsidRPr="00C5280D" w:rsidRDefault="00050E16" w:rsidP="009B440E">
      <w:pPr>
        <w:jc w:val="left"/>
      </w:pPr>
    </w:p>
    <w:sectPr w:rsidR="00050E16" w:rsidRPr="00C5280D" w:rsidSect="00906DDC">
      <w:headerReference w:type="default" r:id="rId7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701" w:rsidRDefault="00757701" w:rsidP="006655D3">
      <w:r>
        <w:separator/>
      </w:r>
    </w:p>
    <w:p w:rsidR="00757701" w:rsidRDefault="00757701" w:rsidP="006655D3"/>
    <w:p w:rsidR="00757701" w:rsidRDefault="00757701" w:rsidP="006655D3"/>
  </w:endnote>
  <w:endnote w:type="continuationSeparator" w:id="0">
    <w:p w:rsidR="00757701" w:rsidRDefault="00757701" w:rsidP="006655D3">
      <w:r>
        <w:separator/>
      </w:r>
    </w:p>
    <w:p w:rsidR="00757701" w:rsidRPr="00294751" w:rsidRDefault="00757701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757701" w:rsidRPr="00294751" w:rsidRDefault="00757701" w:rsidP="006655D3"/>
    <w:p w:rsidR="00757701" w:rsidRPr="00294751" w:rsidRDefault="00757701" w:rsidP="006655D3"/>
  </w:endnote>
  <w:endnote w:type="continuationNotice" w:id="1">
    <w:p w:rsidR="00757701" w:rsidRPr="00294751" w:rsidRDefault="00757701" w:rsidP="006655D3">
      <w:r w:rsidRPr="00294751">
        <w:t>[Suite de la note page suivante]</w:t>
      </w:r>
    </w:p>
    <w:p w:rsidR="00757701" w:rsidRPr="00294751" w:rsidRDefault="00757701" w:rsidP="006655D3"/>
    <w:p w:rsidR="00757701" w:rsidRPr="00294751" w:rsidRDefault="00757701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701" w:rsidRDefault="00757701" w:rsidP="006655D3">
      <w:r>
        <w:separator/>
      </w:r>
    </w:p>
  </w:footnote>
  <w:footnote w:type="continuationSeparator" w:id="0">
    <w:p w:rsidR="00757701" w:rsidRDefault="00757701" w:rsidP="006655D3">
      <w:r>
        <w:separator/>
      </w:r>
    </w:p>
  </w:footnote>
  <w:footnote w:type="continuationNotice" w:id="1">
    <w:p w:rsidR="00757701" w:rsidRPr="00AB530F" w:rsidRDefault="00757701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235CD2" w:rsidP="00A71548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C/54</w:t>
    </w:r>
    <w:r w:rsidR="00667404">
      <w:rPr>
        <w:rStyle w:val="PageNumber"/>
        <w:lang w:val="en-US"/>
      </w:rPr>
      <w:t>/</w:t>
    </w:r>
    <w:r w:rsidR="005C7EEA">
      <w:rPr>
        <w:rStyle w:val="PageNumber"/>
        <w:lang w:val="en-US"/>
      </w:rPr>
      <w:t>10</w:t>
    </w:r>
  </w:p>
  <w:p w:rsidR="00182B99" w:rsidRPr="00C5280D" w:rsidRDefault="00182B99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AA690F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701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D2FE9"/>
    <w:rsid w:val="0021332C"/>
    <w:rsid w:val="00213982"/>
    <w:rsid w:val="00235CD2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F2B12"/>
    <w:rsid w:val="00305A7F"/>
    <w:rsid w:val="003152FE"/>
    <w:rsid w:val="00327436"/>
    <w:rsid w:val="00327BBA"/>
    <w:rsid w:val="00337C0A"/>
    <w:rsid w:val="00344BD6"/>
    <w:rsid w:val="0035084F"/>
    <w:rsid w:val="0035528D"/>
    <w:rsid w:val="00361821"/>
    <w:rsid w:val="00361E9E"/>
    <w:rsid w:val="00363238"/>
    <w:rsid w:val="003C7FBE"/>
    <w:rsid w:val="003D227C"/>
    <w:rsid w:val="003D2B4D"/>
    <w:rsid w:val="003E39A6"/>
    <w:rsid w:val="0040557F"/>
    <w:rsid w:val="00444A88"/>
    <w:rsid w:val="00474DA4"/>
    <w:rsid w:val="00476B4D"/>
    <w:rsid w:val="004805FA"/>
    <w:rsid w:val="004935D2"/>
    <w:rsid w:val="004B1215"/>
    <w:rsid w:val="004C38BE"/>
    <w:rsid w:val="004C5AE3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76BE4"/>
    <w:rsid w:val="005A400A"/>
    <w:rsid w:val="005C7EEA"/>
    <w:rsid w:val="005E7EA6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373E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51613"/>
    <w:rsid w:val="007556F6"/>
    <w:rsid w:val="00757701"/>
    <w:rsid w:val="00760EEF"/>
    <w:rsid w:val="00777314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90DF8"/>
    <w:rsid w:val="008A5177"/>
    <w:rsid w:val="008A743F"/>
    <w:rsid w:val="008C0970"/>
    <w:rsid w:val="008D0BC5"/>
    <w:rsid w:val="008D2CF7"/>
    <w:rsid w:val="00900C26"/>
    <w:rsid w:val="0090197F"/>
    <w:rsid w:val="00903242"/>
    <w:rsid w:val="00906DDC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D7BEA"/>
    <w:rsid w:val="009E65B6"/>
    <w:rsid w:val="00A24C10"/>
    <w:rsid w:val="00A42AC3"/>
    <w:rsid w:val="00A430CF"/>
    <w:rsid w:val="00A54309"/>
    <w:rsid w:val="00A706D3"/>
    <w:rsid w:val="00A71548"/>
    <w:rsid w:val="00AA690F"/>
    <w:rsid w:val="00AB2B93"/>
    <w:rsid w:val="00AB530F"/>
    <w:rsid w:val="00AB5931"/>
    <w:rsid w:val="00AB7E5B"/>
    <w:rsid w:val="00AC2883"/>
    <w:rsid w:val="00AE0EF1"/>
    <w:rsid w:val="00AE2937"/>
    <w:rsid w:val="00B02C5C"/>
    <w:rsid w:val="00B07301"/>
    <w:rsid w:val="00B11F3E"/>
    <w:rsid w:val="00B224DE"/>
    <w:rsid w:val="00B24EC7"/>
    <w:rsid w:val="00B324D4"/>
    <w:rsid w:val="00B46575"/>
    <w:rsid w:val="00B61777"/>
    <w:rsid w:val="00B6782B"/>
    <w:rsid w:val="00B84BBD"/>
    <w:rsid w:val="00B967FA"/>
    <w:rsid w:val="00BA43FB"/>
    <w:rsid w:val="00BC0C70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F1330"/>
    <w:rsid w:val="00CF7E36"/>
    <w:rsid w:val="00D3708D"/>
    <w:rsid w:val="00D40426"/>
    <w:rsid w:val="00D41B08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82F54"/>
    <w:rsid w:val="00E935F1"/>
    <w:rsid w:val="00E94A81"/>
    <w:rsid w:val="00EA1FFB"/>
    <w:rsid w:val="00EB048E"/>
    <w:rsid w:val="00EB4E9C"/>
    <w:rsid w:val="00EC4C49"/>
    <w:rsid w:val="00EE34DF"/>
    <w:rsid w:val="00EF2F89"/>
    <w:rsid w:val="00EF69A7"/>
    <w:rsid w:val="00F03E98"/>
    <w:rsid w:val="00F1237A"/>
    <w:rsid w:val="00F22CBD"/>
    <w:rsid w:val="00F272F1"/>
    <w:rsid w:val="00F45372"/>
    <w:rsid w:val="00F560F7"/>
    <w:rsid w:val="00F621AA"/>
    <w:rsid w:val="00F6334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27F40B"/>
  <w15:docId w15:val="{F3629C0D-139C-4F90-911E-18E6DA12C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6D3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A71548"/>
    <w:rPr>
      <w:rFonts w:ascii="Arial" w:hAnsi="Arial"/>
      <w:sz w:val="20"/>
      <w:lang w:val="fr-FR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D41B08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A706D3"/>
    <w:pPr>
      <w:spacing w:before="60"/>
      <w:ind w:left="567" w:hanging="567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903242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903242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D41B08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D41B08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D41B08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D41B08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D41B08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\C54\templates\c_54_F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c_54_FR.dotx</Template>
  <TotalTime>23</TotalTime>
  <Pages>3</Pages>
  <Words>567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C/54</vt:lpstr>
    </vt:vector>
  </TitlesOfParts>
  <Company>UPOV</Company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C/54/10</dc:title>
  <dc:creator/>
  <cp:lastModifiedBy>SANCHEZ VIZCAINO GOMEZ Rosa Maria</cp:lastModifiedBy>
  <cp:revision>17</cp:revision>
  <cp:lastPrinted>2016-11-22T15:41:00Z</cp:lastPrinted>
  <dcterms:created xsi:type="dcterms:W3CDTF">2020-10-01T13:21:00Z</dcterms:created>
  <dcterms:modified xsi:type="dcterms:W3CDTF">2020-10-01T13:50:00Z</dcterms:modified>
</cp:coreProperties>
</file>